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DE2A4" w14:textId="71ABD2AA"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Nzevakce"/>
        </w:rPr>
      </w:sdtEndPr>
      <w:sdtContent>
        <w:p w14:paraId="75DB98B2" w14:textId="0E9955D0" w:rsidR="00430206" w:rsidRDefault="00544F6B" w:rsidP="00430206">
          <w:pPr>
            <w:pStyle w:val="Tituldatum"/>
          </w:pPr>
          <w:r w:rsidRPr="00544F6B">
            <w:rPr>
              <w:rStyle w:val="Nzevakce"/>
            </w:rPr>
            <w:t>„Rekonstrukce úseku tratě Opava Východ – Kravaře ve Slezsku“</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544F6B" w:rsidRDefault="00F422D3" w:rsidP="00C050AC">
      <w:pPr>
        <w:pStyle w:val="SoDTextbezodsazen"/>
        <w:contextualSpacing/>
      </w:pPr>
      <w:r w:rsidRPr="00544F6B">
        <w:t xml:space="preserve">zastoupena: Ing. Mojmírem Nejezchlebem, náměstkem GŘ pro modernizaci dráhy </w:t>
      </w:r>
    </w:p>
    <w:p w14:paraId="29359548" w14:textId="77777777" w:rsidR="00F422D3" w:rsidRPr="008C367B" w:rsidRDefault="00F422D3" w:rsidP="00C050AC">
      <w:pPr>
        <w:pStyle w:val="SoDTextbezodsazen"/>
      </w:pPr>
      <w:r w:rsidRPr="00544F6B">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F559512" w14:textId="77777777" w:rsidR="00544F6B" w:rsidRDefault="00544F6B" w:rsidP="00B42F40">
      <w:pPr>
        <w:pStyle w:val="Textbezodsazen"/>
      </w:pPr>
      <w:r w:rsidRPr="00544F6B">
        <w:t xml:space="preserve">Stavební správa východ, Nerudova 1, 779 00 Olomouc </w:t>
      </w:r>
    </w:p>
    <w:p w14:paraId="73AC97E1" w14:textId="4FA7B19C"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50ACD26E" w:rsidR="00F422D3" w:rsidRDefault="00F422D3" w:rsidP="00B42F40">
      <w:pPr>
        <w:pStyle w:val="Textbezodsazen"/>
      </w:pPr>
      <w:r>
        <w:t xml:space="preserve">ISPROFOND: </w:t>
      </w:r>
      <w:r w:rsidR="00544F6B">
        <w:t>5813520103</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lastRenderedPageBreak/>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141511F2" w:rsidR="00F422D3" w:rsidRDefault="00F422D3" w:rsidP="00B42F40">
      <w:pPr>
        <w:pStyle w:val="Textbezodsazen"/>
      </w:pPr>
      <w:r w:rsidRPr="00B42F40">
        <w:t xml:space="preserve">Objednatel si přeje, aby Dílo </w:t>
      </w:r>
      <w:r w:rsidR="00992BFD">
        <w:t>„</w:t>
      </w:r>
      <w:r w:rsidR="00992BFD" w:rsidRPr="00992BFD">
        <w:t>Rekonstrukce úseku tratě Opava Východ – Kravaře ve Slezsku</w:t>
      </w:r>
      <w:r w:rsidR="00992BFD">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7EAC06FC" w:rsidR="00F422D3" w:rsidRDefault="00F422D3" w:rsidP="00C050AC">
      <w:pPr>
        <w:pStyle w:val="SoDslseznam-2"/>
      </w:pPr>
      <w:r>
        <w:t xml:space="preserve">Dopis o přijetí nabídky datovaný </w:t>
      </w:r>
      <w:r w:rsidR="002465DC" w:rsidRPr="00F71BA0">
        <w:rPr>
          <w:highlight w:val="green"/>
        </w:rPr>
        <w:t>VLOŽÍ OBJEDNATEL</w:t>
      </w:r>
      <w:r w:rsidR="00026586">
        <w:t>,</w:t>
      </w:r>
    </w:p>
    <w:p w14:paraId="48B69138" w14:textId="707C7427"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r w:rsidR="00026586">
        <w:t>,</w:t>
      </w:r>
    </w:p>
    <w:p w14:paraId="1EEDE783" w14:textId="7D8C9348" w:rsidR="00677DDE" w:rsidRPr="00D35FA2" w:rsidRDefault="00F422D3" w:rsidP="00C050AC">
      <w:pPr>
        <w:pStyle w:val="SoDslseznam-2"/>
        <w:rPr>
          <w:szCs w:val="18"/>
        </w:rPr>
      </w:pPr>
      <w:r w:rsidRPr="00EA585B">
        <w:t>Smluvní</w:t>
      </w:r>
      <w:r>
        <w:t xml:space="preserve"> </w:t>
      </w:r>
      <w:r w:rsidR="00677DDE">
        <w:t>podmínky [(i)</w:t>
      </w:r>
      <w:r w:rsidR="00677DDE" w:rsidRPr="004836E9">
        <w:t>Smluvní podmínky pro dodávku technologických zařízení a</w:t>
      </w:r>
      <w:r w:rsidR="00D87E3A">
        <w:t> </w:t>
      </w:r>
      <w:r w:rsidR="00677DDE" w:rsidRPr="004836E9">
        <w:t>projektování – výstavbu elektro- a strojně- technologického díla a pozemních a</w:t>
      </w:r>
      <w:r w:rsidR="00D87E3A">
        <w:t> </w:t>
      </w:r>
      <w:r w:rsidR="00677DDE" w:rsidRPr="004836E9">
        <w:t>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strojně-technologického díla a pozemních a inženýrských staveb projektovaných zhotovitelem Zvláštní podmínky pro stavby Správy železniční dopravní cesty, státní organizace č.j.224/2018-520-DOP-/1, účinné od 3.</w:t>
      </w:r>
      <w:r w:rsidR="00026586">
        <w:rPr>
          <w:szCs w:val="18"/>
        </w:rPr>
        <w:t xml:space="preserve"> </w:t>
      </w:r>
      <w:r w:rsidR="00677DDE" w:rsidRPr="00D35FA2">
        <w:rPr>
          <w:szCs w:val="18"/>
        </w:rPr>
        <w:t>8.</w:t>
      </w:r>
      <w:r w:rsidR="00026586">
        <w:rPr>
          <w:szCs w:val="18"/>
        </w:rPr>
        <w:t xml:space="preserve"> </w:t>
      </w:r>
      <w:r w:rsidR="00677DDE" w:rsidRPr="00D35FA2">
        <w:rPr>
          <w:szCs w:val="18"/>
        </w:rPr>
        <w:t>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r w:rsidR="00026586">
        <w:rPr>
          <w:szCs w:val="18"/>
        </w:rPr>
        <w:t>,</w:t>
      </w:r>
    </w:p>
    <w:p w14:paraId="191CA242" w14:textId="4650CB00" w:rsidR="00D10845" w:rsidRPr="0006223D" w:rsidRDefault="00B72325" w:rsidP="00992BFD">
      <w:pPr>
        <w:pStyle w:val="SoDslseznam-2"/>
      </w:pPr>
      <w:r w:rsidRPr="00D35FA2">
        <w:t>Požadavky objednatele</w:t>
      </w:r>
      <w:r w:rsidR="00F34F8C" w:rsidRPr="00D35FA2">
        <w:t xml:space="preserve"> (dle odst.</w:t>
      </w:r>
      <w:r w:rsidR="00026586">
        <w:t xml:space="preserve"> </w:t>
      </w:r>
      <w:r w:rsidR="00F34F8C" w:rsidRPr="00D35FA2">
        <w:t xml:space="preserve">1.1.1.5 Smluvních podmínek, </w:t>
      </w:r>
      <w:proofErr w:type="spellStart"/>
      <w:r w:rsidR="00F34F8C" w:rsidRPr="00D35FA2">
        <w:t>m.j</w:t>
      </w:r>
      <w:proofErr w:type="spellEnd"/>
      <w:r w:rsidR="00F34F8C" w:rsidRPr="00D35FA2">
        <w:t>.</w:t>
      </w:r>
      <w:r w:rsidR="00026586">
        <w:t xml:space="preserve"> </w:t>
      </w:r>
      <w:r w:rsidR="00F34F8C" w:rsidRPr="00D35FA2">
        <w:t>VTP</w:t>
      </w:r>
      <w:r w:rsidR="00C050AC" w:rsidRPr="00D35FA2">
        <w:t>/</w:t>
      </w:r>
      <w:r w:rsidR="00F34F8C" w:rsidRPr="00992BFD">
        <w:t>DOKUMENTACE</w:t>
      </w:r>
      <w:r w:rsidR="00C050AC" w:rsidRPr="00992BFD">
        <w:t>/</w:t>
      </w:r>
      <w:r w:rsidR="00F34F8C" w:rsidRPr="00992BFD">
        <w:t>0</w:t>
      </w:r>
      <w:r w:rsidR="00736E5D">
        <w:t>8</w:t>
      </w:r>
      <w:r w:rsidR="00C050AC" w:rsidRPr="00992BFD">
        <w:t>/</w:t>
      </w:r>
      <w:r w:rsidR="00F34F8C" w:rsidRPr="00992BFD">
        <w:t>2</w:t>
      </w:r>
      <w:r w:rsidR="00736E5D">
        <w:t>5</w:t>
      </w:r>
      <w:r w:rsidR="00F34F8C" w:rsidRPr="00992BFD">
        <w:t>, VTP/R-F/1</w:t>
      </w:r>
      <w:r w:rsidR="00992BFD" w:rsidRPr="00992BFD">
        <w:t>7</w:t>
      </w:r>
      <w:r w:rsidR="00C050AC" w:rsidRPr="00992BFD">
        <w:t>/</w:t>
      </w:r>
      <w:r w:rsidR="00F34F8C" w:rsidRPr="00992BFD">
        <w:t>2</w:t>
      </w:r>
      <w:r w:rsidR="00992BFD" w:rsidRPr="00992BFD">
        <w:t>5</w:t>
      </w:r>
      <w:r w:rsidR="00F34F8C" w:rsidRPr="00992BFD">
        <w:t>,</w:t>
      </w:r>
      <w:r w:rsidR="00F34F8C" w:rsidRPr="00D35FA2">
        <w:t xml:space="preserve"> </w:t>
      </w:r>
      <w:r w:rsidR="00D10845" w:rsidRPr="004E286B">
        <w:rPr>
          <w:bCs/>
          <w:color w:val="000000"/>
        </w:rPr>
        <w:t>ZTP/</w:t>
      </w:r>
      <w:r w:rsidR="00C050AC" w:rsidRPr="004E286B">
        <w:rPr>
          <w:bCs/>
          <w:color w:val="000000"/>
        </w:rPr>
        <w:t>D</w:t>
      </w:r>
      <w:r w:rsidR="00D10845" w:rsidRPr="004E286B">
        <w:rPr>
          <w:bCs/>
          <w:color w:val="000000"/>
        </w:rPr>
        <w:t>+</w:t>
      </w:r>
      <w:r w:rsidR="00C050AC" w:rsidRPr="004E286B">
        <w:rPr>
          <w:bCs/>
          <w:color w:val="000000"/>
        </w:rPr>
        <w:t>B</w:t>
      </w:r>
      <w:r w:rsidR="00D10845" w:rsidRPr="004E286B">
        <w:rPr>
          <w:bCs/>
          <w:color w:val="000000"/>
        </w:rPr>
        <w:t>-F</w:t>
      </w:r>
      <w:r w:rsidR="00992BFD">
        <w:t xml:space="preserve"> „</w:t>
      </w:r>
      <w:r w:rsidR="00992BFD" w:rsidRPr="00992BFD">
        <w:rPr>
          <w:szCs w:val="18"/>
        </w:rPr>
        <w:t>Rekonstrukce úseku tratě Opava Východ – Kravaře ve Slezsku</w:t>
      </w:r>
      <w:r w:rsidR="00992BFD">
        <w:rPr>
          <w:szCs w:val="18"/>
        </w:rPr>
        <w:t>“</w:t>
      </w:r>
      <w:r w:rsidR="00026586">
        <w:t>,</w:t>
      </w:r>
      <w:r w:rsidR="005C243B">
        <w:t xml:space="preserve"> ze dne 10. 10. 2025</w:t>
      </w:r>
      <w:r w:rsidR="0087699C">
        <w:t>)</w:t>
      </w:r>
    </w:p>
    <w:p w14:paraId="0CDAA323" w14:textId="00D2864C" w:rsidR="00F422D3" w:rsidRPr="00AE37D3" w:rsidRDefault="00F422D3" w:rsidP="00C050AC">
      <w:pPr>
        <w:pStyle w:val="SoDslseznam-2"/>
        <w:rPr>
          <w:szCs w:val="18"/>
        </w:rPr>
      </w:pPr>
      <w:r w:rsidRPr="00AE37D3">
        <w:rPr>
          <w:szCs w:val="18"/>
        </w:rPr>
        <w:t>Formuláře:</w:t>
      </w:r>
    </w:p>
    <w:p w14:paraId="3AB13195" w14:textId="77777777" w:rsidR="00F422D3" w:rsidRPr="004E286B" w:rsidRDefault="007F1457" w:rsidP="00070B76">
      <w:pPr>
        <w:pStyle w:val="SoDslseznam-3"/>
        <w:rPr>
          <w:szCs w:val="18"/>
        </w:rPr>
      </w:pPr>
      <w:r w:rsidRPr="004E286B">
        <w:rPr>
          <w:szCs w:val="18"/>
        </w:rPr>
        <w:t xml:space="preserve">Požadavky na výkon </w:t>
      </w:r>
      <w:r w:rsidRPr="00C75E07">
        <w:rPr>
          <w:szCs w:val="18"/>
        </w:rPr>
        <w:t>nebo funkci</w:t>
      </w:r>
      <w:r w:rsidR="00F422D3" w:rsidRPr="00C75E07">
        <w:rPr>
          <w:szCs w:val="18"/>
        </w:rPr>
        <w:t>,</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657D7183"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w:t>
      </w:r>
      <w:r w:rsidR="00026586">
        <w:t xml:space="preserve"> </w:t>
      </w:r>
      <w:r w:rsidR="00235992" w:rsidRPr="00701441">
        <w:t>vydání leden 2018) schváleno Ministerstvem dopravy dne 20.</w:t>
      </w:r>
      <w:r w:rsidR="00026586">
        <w:t xml:space="preserve"> </w:t>
      </w:r>
      <w:r w:rsidR="00235992" w:rsidRPr="00701441">
        <w:t>2.</w:t>
      </w:r>
      <w:r w:rsidR="00026586">
        <w:t xml:space="preserve"> </w:t>
      </w:r>
      <w:r w:rsidR="00235992" w:rsidRPr="00701441">
        <w:t>2018</w:t>
      </w:r>
      <w:r w:rsidR="009463C4">
        <w:t>,</w:t>
      </w:r>
    </w:p>
    <w:p w14:paraId="5BD8910F" w14:textId="099B1118"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w:t>
      </w:r>
      <w:r w:rsidR="00026586">
        <w:t xml:space="preserve"> </w:t>
      </w:r>
      <w:r w:rsidR="00235992" w:rsidRPr="00701441">
        <w:t>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4050BF5F"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w:t>
      </w:r>
      <w:r w:rsidR="00026586">
        <w:t xml:space="preserve"> </w:t>
      </w:r>
      <w:r>
        <w:t>6.</w:t>
      </w:r>
      <w:r w:rsidR="00026586">
        <w:t xml:space="preserve"> </w:t>
      </w:r>
      <w:r>
        <w:t>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lastRenderedPageBreak/>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5800F7AC"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D87E3A">
        <w:t> </w:t>
      </w:r>
      <w:r>
        <w:t>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5F8D6343" w:rsidR="00F422D3" w:rsidRPr="00C75E07" w:rsidRDefault="00F422D3" w:rsidP="00C75E07">
      <w:pPr>
        <w:pStyle w:val="SoDslseznam-1"/>
        <w:rPr>
          <w:iCs/>
        </w:rPr>
      </w:pPr>
      <w:r w:rsidRPr="00C75E07">
        <w:rPr>
          <w:iCs/>
        </w:rPr>
        <w:t>NEOBSAZENO</w:t>
      </w:r>
    </w:p>
    <w:p w14:paraId="60A4EEFF" w14:textId="03C73597" w:rsidR="00F422D3" w:rsidRDefault="00F422D3" w:rsidP="00070B76">
      <w:pPr>
        <w:pStyle w:val="SoDslseznam-1"/>
      </w:pPr>
      <w:r>
        <w:t xml:space="preserve">Ukončením Smlouvy nejsou dotčena ustanovení Smlouvy ve znění dokumentů dle odst. 1 této Smlouvy o dílo a příloh </w:t>
      </w:r>
      <w:r w:rsidRPr="00E409AE">
        <w:t>dle odst.</w:t>
      </w:r>
      <w:r w:rsidRPr="00E409AE">
        <w:rPr>
          <w:color w:val="FF0000"/>
        </w:rPr>
        <w:t xml:space="preserve"> </w:t>
      </w:r>
      <w:r w:rsidR="005E5D2E" w:rsidRPr="00E409AE">
        <w:t xml:space="preserve">24 </w:t>
      </w:r>
      <w:r w:rsidRPr="00E409AE">
        <w:t>této</w:t>
      </w:r>
      <w:r>
        <w:t xml:space="preserve">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4AADB2FA" w14:textId="1F050CF9" w:rsidR="00031866" w:rsidRDefault="00770A10" w:rsidP="00E409AE">
      <w:pPr>
        <w:pStyle w:val="SoDslseznam-2"/>
      </w:pPr>
      <w:r>
        <w:t>NEOBSAZENO</w:t>
      </w:r>
    </w:p>
    <w:p w14:paraId="0420819B" w14:textId="4033BFA4" w:rsidR="00BF5111" w:rsidRPr="00D87E3A" w:rsidRDefault="00BF5111" w:rsidP="00E409AE">
      <w:pPr>
        <w:pStyle w:val="SoDslseznam-2"/>
        <w:tabs>
          <w:tab w:val="clear" w:pos="992"/>
          <w:tab w:val="num" w:pos="1021"/>
        </w:tabs>
        <w:ind w:left="1021"/>
      </w:pPr>
      <w:r>
        <w:t>NEOBSAZENO</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 xml:space="preserve">134/2016 Sb., o zadávání veřejných zakázek, </w:t>
      </w:r>
      <w:r w:rsidRPr="000613E9">
        <w:lastRenderedPageBreak/>
        <w:t>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70634A82" w:rsidR="007C1FB2" w:rsidRPr="000613E9" w:rsidRDefault="007C1FB2" w:rsidP="00070B76">
      <w:pPr>
        <w:pStyle w:val="SoDslseznam-1a"/>
      </w:pPr>
      <w:r w:rsidRPr="000613E9">
        <w:t>hodnota provedených prací dle jednotlivých poddodavatelů</w:t>
      </w:r>
      <w:r w:rsidR="007A06CA">
        <w:t xml:space="preserve"> </w:t>
      </w:r>
      <w:r w:rsidRPr="000613E9">
        <w:t>/ členů koncernu specifikovaná dle jednotlivých poddodavatelů</w:t>
      </w:r>
      <w:r w:rsidR="007A06CA">
        <w:t xml:space="preserve"> </w:t>
      </w:r>
      <w:r w:rsidRPr="000613E9">
        <w:t>/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165304F7"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7A06CA">
        <w:t xml:space="preserve"> </w:t>
      </w:r>
      <w:r w:rsidRPr="000613E9">
        <w:t>/</w:t>
      </w:r>
      <w:r w:rsidR="00070B76">
        <w:t xml:space="preserve"> </w:t>
      </w:r>
      <w:r w:rsidRPr="000613E9">
        <w:t>společníci</w:t>
      </w:r>
      <w:r w:rsidR="007A06CA">
        <w:t xml:space="preserve"> </w:t>
      </w:r>
      <w:r w:rsidRPr="000613E9">
        <w:t>/</w:t>
      </w:r>
      <w:r w:rsidR="007A06CA">
        <w:t xml:space="preserve"> </w:t>
      </w:r>
      <w:r w:rsidRPr="000613E9">
        <w:t>poddodavatelé</w:t>
      </w:r>
      <w:r w:rsidR="007A06CA">
        <w:t xml:space="preserve"> </w:t>
      </w:r>
      <w:r w:rsidRPr="000613E9">
        <w:t>/ členové koncernu).</w:t>
      </w:r>
    </w:p>
    <w:p w14:paraId="7E3BFC33" w14:textId="0A038CDB" w:rsidR="003F1D63" w:rsidRDefault="003F1D63" w:rsidP="003F1D63">
      <w:pPr>
        <w:pStyle w:val="SoDslseznam-1"/>
      </w:pPr>
      <w:r w:rsidRPr="00701441">
        <w:t>Sociálně a environmentálně odpovědné zadávání</w:t>
      </w:r>
    </w:p>
    <w:p w14:paraId="279F5D40" w14:textId="16C99B61"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w:t>
      </w:r>
      <w:r w:rsidR="007A06CA">
        <w:t xml:space="preserve"> </w:t>
      </w:r>
      <w:r w:rsidRPr="002C6663">
        <w:t>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66F4C18D" w:rsidR="003F1D63" w:rsidRPr="002C6663" w:rsidRDefault="003F1D63" w:rsidP="000701FE">
      <w:pPr>
        <w:pStyle w:val="Seznamsodrkami"/>
      </w:pPr>
      <w:r w:rsidRPr="002C6663">
        <w:t>jednání vedená primárně distančním způsobem</w:t>
      </w:r>
      <w:r w:rsidR="00FC1C65">
        <w:t>.</w:t>
      </w: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61B081B8"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w:t>
      </w:r>
      <w:r w:rsidR="00901465">
        <w:t>,</w:t>
      </w:r>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aby byly spojeny s místním šetřením.</w:t>
      </w:r>
    </w:p>
    <w:p w14:paraId="1AED84E5" w14:textId="77777777" w:rsidR="00FC1C65" w:rsidRPr="00901465" w:rsidRDefault="00FC1C65" w:rsidP="00FC1C65">
      <w:pPr>
        <w:pStyle w:val="SoDslseznam-2"/>
      </w:pPr>
      <w:r w:rsidRPr="00901465">
        <w:t>NEOBSAZENO</w:t>
      </w:r>
    </w:p>
    <w:p w14:paraId="3321E776" w14:textId="77777777" w:rsidR="00901465" w:rsidRPr="00901465" w:rsidRDefault="00901465" w:rsidP="00901465">
      <w:pPr>
        <w:pStyle w:val="SoDslseznam-2"/>
      </w:pPr>
      <w:r w:rsidRPr="00901465">
        <w:t xml:space="preserve">NEOBSAZENO </w:t>
      </w:r>
    </w:p>
    <w:p w14:paraId="4DA9E1ED" w14:textId="2B212F57" w:rsidR="00EF76CB" w:rsidRPr="00901465" w:rsidRDefault="00901465" w:rsidP="00901465">
      <w:pPr>
        <w:pStyle w:val="SoDslseznam-2"/>
      </w:pPr>
      <w:r w:rsidRPr="00901465">
        <w:t xml:space="preserve">NEOBSAZENO </w:t>
      </w:r>
    </w:p>
    <w:p w14:paraId="575D9FD6" w14:textId="4F85B3EC" w:rsidR="0012744E" w:rsidRPr="00901465" w:rsidRDefault="0012744E" w:rsidP="00901465">
      <w:pPr>
        <w:pStyle w:val="slovanseznam2"/>
      </w:pPr>
      <w:r w:rsidRPr="00901465">
        <w:t xml:space="preserve">NEOBSAZENO </w:t>
      </w:r>
    </w:p>
    <w:p w14:paraId="4978F3B5" w14:textId="77777777" w:rsidR="00FC1C65" w:rsidRPr="00FC1C65" w:rsidRDefault="00FC1C65" w:rsidP="00FC1C65">
      <w:pPr>
        <w:pStyle w:val="slovanseznam2"/>
      </w:pPr>
      <w:bookmarkStart w:id="0" w:name="_Hlk212101593"/>
      <w:r w:rsidRPr="00FC1C65">
        <w:t>NEOBSAZENO</w:t>
      </w:r>
    </w:p>
    <w:p w14:paraId="65E1F516" w14:textId="77777777" w:rsidR="00FC1C65" w:rsidRPr="00FC1C65" w:rsidRDefault="00FC1C65" w:rsidP="00FC1C65">
      <w:pPr>
        <w:pStyle w:val="slovanseznam2"/>
      </w:pPr>
      <w:r w:rsidRPr="00FC1C65">
        <w:t>NEOBSAZENO</w:t>
      </w:r>
    </w:p>
    <w:bookmarkEnd w:id="0"/>
    <w:p w14:paraId="115E8844" w14:textId="77777777" w:rsidR="00FC1C65" w:rsidRDefault="00FC1C65" w:rsidP="00FC1C65">
      <w:pPr>
        <w:pStyle w:val="slovanseznam2"/>
      </w:pPr>
      <w:r w:rsidRPr="00FC1C65">
        <w:t>NEOBSAZENO</w:t>
      </w:r>
    </w:p>
    <w:p w14:paraId="7157D2DA" w14:textId="27652B7E" w:rsidR="00901465" w:rsidRPr="00FC1C65" w:rsidRDefault="00901465" w:rsidP="00FC1C65">
      <w:pPr>
        <w:pStyle w:val="slovanseznam2"/>
      </w:pPr>
      <w:r w:rsidRPr="00901465">
        <w:lastRenderedPageBreak/>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493EF4B6" w14:textId="40E51B48" w:rsidR="008A5C2D" w:rsidRPr="00FC1C65" w:rsidRDefault="00692F07" w:rsidP="00FC1C65">
      <w:pPr>
        <w:pStyle w:val="SoDslseznam-1"/>
      </w:pPr>
      <w:r>
        <w:t>NEOBSAZENO</w:t>
      </w:r>
    </w:p>
    <w:p w14:paraId="089B5971" w14:textId="5864F59B"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w:t>
      </w:r>
    </w:p>
    <w:p w14:paraId="23984088" w14:textId="529B509F" w:rsidR="00CE08BD" w:rsidRDefault="00CE08BD" w:rsidP="0019232D">
      <w:pPr>
        <w:pStyle w:val="SoDTextbezslovn"/>
        <w:ind w:left="993" w:hanging="567"/>
      </w:pPr>
      <w:r>
        <w:t>18.1</w:t>
      </w:r>
      <w:r>
        <w:tab/>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22F06837" w14:textId="31E1C610" w:rsidR="00CE08BD" w:rsidRDefault="00CE08BD" w:rsidP="0019232D">
      <w:pPr>
        <w:pStyle w:val="SoDTextbezslovn"/>
        <w:ind w:left="993" w:hanging="567"/>
      </w:pPr>
      <w:r>
        <w:t>18.2</w:t>
      </w:r>
      <w:r>
        <w:tab/>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7BDAD267" w14:textId="06C54AAB" w:rsidR="00CE08BD" w:rsidRDefault="00CE08BD" w:rsidP="0019232D">
      <w:pPr>
        <w:pStyle w:val="SoDTextbezslovn"/>
        <w:ind w:left="993" w:hanging="567"/>
      </w:pPr>
      <w:r>
        <w:t>18.3</w:t>
      </w:r>
      <w:r>
        <w:tab/>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0C37C78F" w14:textId="7FF52F94" w:rsidR="00341FE6" w:rsidRDefault="00CE08BD" w:rsidP="0019232D">
      <w:pPr>
        <w:pStyle w:val="SoDslseznam-1"/>
        <w:numPr>
          <w:ilvl w:val="0"/>
          <w:numId w:val="0"/>
        </w:numPr>
        <w:ind w:left="993" w:hanging="567"/>
      </w:pPr>
      <w:r>
        <w:t>18.4</w:t>
      </w:r>
      <w:r>
        <w:tab/>
        <w:t xml:space="preserve">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   </w:t>
      </w:r>
    </w:p>
    <w:p w14:paraId="18445EC0" w14:textId="6AE420F7" w:rsidR="00A40E7E" w:rsidRPr="00A40E7E" w:rsidRDefault="00A40E7E" w:rsidP="00341FE6">
      <w:pPr>
        <w:pStyle w:val="slovanseznam"/>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31B6D8E4"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w:t>
      </w:r>
      <w:r w:rsidR="00C44D69">
        <w:t xml:space="preserve">, </w:t>
      </w:r>
      <w:r w:rsidR="00C44D69" w:rsidRPr="00C44D69">
        <w:t>které spadají do oblasti působnosti právních předpisů nebo jiných aktů uvedených v článku 5k Nařízení č. 833/2014</w:t>
      </w:r>
      <w:r w:rsidR="00C44D69">
        <w:t>,</w:t>
      </w:r>
      <w:r w:rsidR="000F743B">
        <w:t xml:space="preserve"> </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lastRenderedPageBreak/>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7D977116" w:rsidR="005E58D0" w:rsidRDefault="00A40E7E" w:rsidP="004E286B">
      <w:pPr>
        <w:pStyle w:val="slovanseznam2"/>
      </w:pPr>
      <w:r w:rsidRPr="00D733F8">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5E58D0">
        <w:t xml:space="preserve"> nařízením Rady (EU) č. 208/2014 ze dne 5. března 2014 o</w:t>
      </w:r>
      <w:r w:rsidR="007A06CA">
        <w:t> </w:t>
      </w:r>
      <w:r w:rsidR="005E58D0">
        <w:t>omezujících opatřeních vůči některým osobám, subjektům a orgánům vzhledem k</w:t>
      </w:r>
      <w:r w:rsidR="007A06CA">
        <w:t> </w:t>
      </w:r>
      <w:r w:rsidR="005E58D0">
        <w:t>situaci na Ukrajině, ve znění pozdějších předpisů, a dalších prováděcích předpisů k</w:t>
      </w:r>
      <w:r w:rsidR="007A06CA">
        <w:t> </w:t>
      </w:r>
      <w:r w:rsidR="005E58D0">
        <w:t>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6C57D32F"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.3, smluvní pokutu ve výši 100.000 Kč. Ustanovení § 2004 odst. 2 Občanského zákoníku a § 2050 Občanského zákoníku se nepoužijí.</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lastRenderedPageBreak/>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1"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1"/>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6F40A386" w:rsidR="00F422D3" w:rsidRPr="00901465" w:rsidRDefault="00F422D3" w:rsidP="000F743B">
      <w:pPr>
        <w:pStyle w:val="SoDTextbezslovn"/>
        <w:ind w:left="2127" w:hanging="1673"/>
        <w:rPr>
          <w:color w:val="00B050"/>
        </w:rPr>
      </w:pPr>
      <w:r w:rsidRPr="00901465">
        <w:t>Příloha č.</w:t>
      </w:r>
      <w:r w:rsidR="008A39A0" w:rsidRPr="00901465">
        <w:t xml:space="preserve"> 9</w:t>
      </w:r>
      <w:r w:rsidR="000F743B" w:rsidRPr="00901465">
        <w:tab/>
      </w:r>
      <w:r w:rsidRPr="00901465">
        <w:t>Žádost o poskytnutí zálohové platby</w:t>
      </w:r>
      <w:r w:rsidRPr="00901465">
        <w:rPr>
          <w:i/>
        </w:rPr>
        <w:t xml:space="preserve"> </w:t>
      </w:r>
    </w:p>
    <w:p w14:paraId="05EA5ECF" w14:textId="3A512AC1" w:rsidR="00B738A3" w:rsidRPr="00901465" w:rsidRDefault="00B738A3" w:rsidP="00B738A3">
      <w:pPr>
        <w:spacing w:after="120"/>
        <w:ind w:left="454"/>
        <w:jc w:val="both"/>
        <w:rPr>
          <w:rFonts w:ascii="Verdana" w:hAnsi="Verdana"/>
        </w:rPr>
      </w:pPr>
      <w:r w:rsidRPr="00901465">
        <w:rPr>
          <w:rFonts w:ascii="Verdana" w:hAnsi="Verdana"/>
        </w:rPr>
        <w:t>Příloha č. 10</w:t>
      </w:r>
      <w:r w:rsidRPr="00901465">
        <w:rPr>
          <w:rFonts w:ascii="Verdana" w:hAnsi="Verdana"/>
        </w:rPr>
        <w:tab/>
        <w:t xml:space="preserve">NEOBSAZENO </w:t>
      </w:r>
    </w:p>
    <w:p w14:paraId="439D5D39" w14:textId="4E4AA119" w:rsidR="00B738A3" w:rsidRPr="00F11BFA" w:rsidRDefault="00B738A3" w:rsidP="00B738A3">
      <w:pPr>
        <w:spacing w:after="120"/>
        <w:ind w:left="454"/>
        <w:jc w:val="both"/>
        <w:rPr>
          <w:rFonts w:ascii="Verdana" w:hAnsi="Verdana"/>
          <w:color w:val="00B050"/>
        </w:rPr>
      </w:pPr>
      <w:r w:rsidRPr="00901465">
        <w:rPr>
          <w:rFonts w:ascii="Verdana" w:hAnsi="Verdana"/>
        </w:rPr>
        <w:t>Příloha č. 11</w:t>
      </w:r>
      <w:r w:rsidRPr="00901465">
        <w:rPr>
          <w:rFonts w:ascii="Verdana" w:hAnsi="Verdana"/>
        </w:rPr>
        <w:tab/>
        <w:t>NEOBSAZENO</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384F3B7" w14:textId="77777777" w:rsidR="005C243B" w:rsidRDefault="00C32A57" w:rsidP="00D242BB">
      <w:pPr>
        <w:pStyle w:val="Nadpistabulky"/>
        <w:rPr>
          <w:rFonts w:ascii="Verdana" w:hAnsi="Verdana"/>
        </w:rPr>
      </w:pPr>
      <w:r w:rsidRPr="00C32A57">
        <w:rPr>
          <w:rFonts w:ascii="Verdana" w:hAnsi="Verdana"/>
        </w:rPr>
        <w:t xml:space="preserve">Odborný personál Zhotovitele (Na příslušné pozici člena odborného personálu může být pouze jedna fyzická osoba. Toto omezení se netýká pozice Autorizovaný zeměměřický inženýr. Toto omezení se netýká ani pozice Zástupce stavbyvedoucího, kde se uvede minimálně 1 osoba, maximálně 3 osoby). </w:t>
      </w:r>
    </w:p>
    <w:p w14:paraId="6727F9FB" w14:textId="77777777" w:rsidR="005C243B" w:rsidRDefault="005C243B" w:rsidP="00D242BB">
      <w:pPr>
        <w:pStyle w:val="Nadpistabulky"/>
        <w:rPr>
          <w:sz w:val="18"/>
          <w:szCs w:val="18"/>
        </w:rPr>
      </w:pPr>
    </w:p>
    <w:p w14:paraId="2EF7F8EF" w14:textId="031F69BC" w:rsidR="00D242BB" w:rsidRPr="00F95FBD" w:rsidRDefault="007219C0" w:rsidP="00D242BB">
      <w:pPr>
        <w:pStyle w:val="Nadpistabulky"/>
        <w:rPr>
          <w:sz w:val="18"/>
          <w:szCs w:val="18"/>
        </w:rPr>
      </w:pPr>
      <w:r>
        <w:rPr>
          <w:sz w:val="18"/>
          <w:szCs w:val="18"/>
        </w:rPr>
        <w:t>H</w:t>
      </w:r>
      <w:r w:rsidRPr="007219C0">
        <w:rPr>
          <w:sz w:val="18"/>
          <w:szCs w:val="18"/>
        </w:rPr>
        <w:t>lavní inženýr projektu (HIP)</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74C6CF47" w14:textId="1942B203" w:rsidR="007219C0" w:rsidRPr="00F95FBD" w:rsidRDefault="007219C0" w:rsidP="007219C0">
      <w:pPr>
        <w:pStyle w:val="Nadpistabulky"/>
        <w:rPr>
          <w:sz w:val="18"/>
          <w:szCs w:val="18"/>
        </w:rPr>
      </w:pPr>
      <w:r>
        <w:rPr>
          <w:sz w:val="18"/>
          <w:szCs w:val="18"/>
        </w:rPr>
        <w:t>S</w:t>
      </w:r>
      <w:r w:rsidRPr="007219C0">
        <w:rPr>
          <w:sz w:val="18"/>
          <w:szCs w:val="18"/>
        </w:rPr>
        <w:t>pecialista projektant pro železniční svršek a spodek</w:t>
      </w:r>
    </w:p>
    <w:tbl>
      <w:tblPr>
        <w:tblStyle w:val="Mkatabulky"/>
        <w:tblW w:w="8868" w:type="dxa"/>
        <w:tblLook w:val="04A0" w:firstRow="1" w:lastRow="0" w:firstColumn="1" w:lastColumn="0" w:noHBand="0" w:noVBand="1"/>
      </w:tblPr>
      <w:tblGrid>
        <w:gridCol w:w="3056"/>
        <w:gridCol w:w="5812"/>
      </w:tblGrid>
      <w:tr w:rsidR="007219C0" w:rsidRPr="00F95FBD" w14:paraId="7B296CFE" w14:textId="77777777" w:rsidTr="00B64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ACB3C" w14:textId="77777777" w:rsidR="007219C0" w:rsidRPr="00F95FBD" w:rsidRDefault="007219C0" w:rsidP="00B6406E">
            <w:pPr>
              <w:pStyle w:val="Tabulka"/>
              <w:rPr>
                <w:rStyle w:val="Nadpisvtabulce"/>
              </w:rPr>
            </w:pPr>
            <w:r w:rsidRPr="00F95FBD">
              <w:rPr>
                <w:rStyle w:val="Nadpisvtabulce"/>
              </w:rPr>
              <w:t>Jméno a příjmení</w:t>
            </w:r>
          </w:p>
        </w:tc>
        <w:tc>
          <w:tcPr>
            <w:tcW w:w="5812" w:type="dxa"/>
          </w:tcPr>
          <w:p w14:paraId="5B237AC3" w14:textId="77777777" w:rsidR="007219C0" w:rsidRPr="00F95FBD" w:rsidRDefault="007219C0" w:rsidP="00B6406E">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7219C0" w:rsidRPr="00F95FBD" w14:paraId="2627C974"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7F474A86" w14:textId="77777777" w:rsidR="007219C0" w:rsidRPr="00F95FBD" w:rsidRDefault="007219C0" w:rsidP="00B6406E">
            <w:pPr>
              <w:pStyle w:val="Tabulka"/>
              <w:rPr>
                <w:sz w:val="18"/>
              </w:rPr>
            </w:pPr>
            <w:r w:rsidRPr="00F95FBD">
              <w:rPr>
                <w:sz w:val="18"/>
              </w:rPr>
              <w:t>Adresa</w:t>
            </w:r>
          </w:p>
        </w:tc>
        <w:tc>
          <w:tcPr>
            <w:tcW w:w="5812" w:type="dxa"/>
          </w:tcPr>
          <w:p w14:paraId="6D02F96D"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21441FD9"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5F682E8C" w14:textId="77777777" w:rsidR="007219C0" w:rsidRPr="00F95FBD" w:rsidRDefault="007219C0" w:rsidP="00B6406E">
            <w:pPr>
              <w:pStyle w:val="Tabulka"/>
              <w:rPr>
                <w:sz w:val="18"/>
              </w:rPr>
            </w:pPr>
            <w:r w:rsidRPr="00F95FBD">
              <w:rPr>
                <w:sz w:val="18"/>
              </w:rPr>
              <w:t>E-mail</w:t>
            </w:r>
          </w:p>
        </w:tc>
        <w:tc>
          <w:tcPr>
            <w:tcW w:w="5812" w:type="dxa"/>
          </w:tcPr>
          <w:p w14:paraId="3ACE8EAC"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13EE2665"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4D86869F" w14:textId="77777777" w:rsidR="007219C0" w:rsidRPr="00F95FBD" w:rsidRDefault="007219C0" w:rsidP="00B6406E">
            <w:pPr>
              <w:pStyle w:val="Tabulka"/>
              <w:rPr>
                <w:sz w:val="18"/>
              </w:rPr>
            </w:pPr>
            <w:r w:rsidRPr="00F95FBD">
              <w:rPr>
                <w:sz w:val="18"/>
              </w:rPr>
              <w:t>Telefon</w:t>
            </w:r>
          </w:p>
        </w:tc>
        <w:tc>
          <w:tcPr>
            <w:tcW w:w="5812" w:type="dxa"/>
          </w:tcPr>
          <w:p w14:paraId="3CE763D8"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43AAC3" w14:textId="77777777" w:rsidR="007219C0" w:rsidRDefault="007219C0" w:rsidP="007219C0">
      <w:pPr>
        <w:pStyle w:val="Nadpistabulky"/>
        <w:rPr>
          <w:sz w:val="18"/>
          <w:szCs w:val="18"/>
        </w:rPr>
      </w:pPr>
    </w:p>
    <w:p w14:paraId="1FB4BBDE" w14:textId="34A95B3F" w:rsidR="007219C0" w:rsidRPr="00F95FBD" w:rsidRDefault="007219C0" w:rsidP="007219C0">
      <w:pPr>
        <w:pStyle w:val="Nadpistabulky"/>
        <w:rPr>
          <w:sz w:val="18"/>
          <w:szCs w:val="18"/>
        </w:rPr>
      </w:pPr>
      <w:r>
        <w:rPr>
          <w:sz w:val="18"/>
          <w:szCs w:val="18"/>
        </w:rPr>
        <w:t>S</w:t>
      </w:r>
      <w:r w:rsidRPr="007219C0">
        <w:rPr>
          <w:sz w:val="18"/>
          <w:szCs w:val="18"/>
        </w:rPr>
        <w:t>pecialista projektant pro specialista na mostní a inženýrské konstrukce</w:t>
      </w:r>
    </w:p>
    <w:tbl>
      <w:tblPr>
        <w:tblStyle w:val="Mkatabulky"/>
        <w:tblW w:w="8868" w:type="dxa"/>
        <w:tblLook w:val="04A0" w:firstRow="1" w:lastRow="0" w:firstColumn="1" w:lastColumn="0" w:noHBand="0" w:noVBand="1"/>
      </w:tblPr>
      <w:tblGrid>
        <w:gridCol w:w="3056"/>
        <w:gridCol w:w="5812"/>
      </w:tblGrid>
      <w:tr w:rsidR="007219C0" w:rsidRPr="00F95FBD" w14:paraId="210A7301" w14:textId="77777777" w:rsidTr="00B64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97F223" w14:textId="77777777" w:rsidR="007219C0" w:rsidRPr="00F95FBD" w:rsidRDefault="007219C0" w:rsidP="00B6406E">
            <w:pPr>
              <w:pStyle w:val="Tabulka"/>
              <w:rPr>
                <w:rStyle w:val="Nadpisvtabulce"/>
              </w:rPr>
            </w:pPr>
            <w:r w:rsidRPr="00F95FBD">
              <w:rPr>
                <w:rStyle w:val="Nadpisvtabulce"/>
              </w:rPr>
              <w:t>Jméno a příjmení</w:t>
            </w:r>
          </w:p>
        </w:tc>
        <w:tc>
          <w:tcPr>
            <w:tcW w:w="5812" w:type="dxa"/>
          </w:tcPr>
          <w:p w14:paraId="2731154A" w14:textId="77777777" w:rsidR="007219C0" w:rsidRPr="00F95FBD" w:rsidRDefault="007219C0" w:rsidP="00B6406E">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7219C0" w:rsidRPr="00F95FBD" w14:paraId="3C7D2914"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28EAACE7" w14:textId="77777777" w:rsidR="007219C0" w:rsidRPr="00F95FBD" w:rsidRDefault="007219C0" w:rsidP="00B6406E">
            <w:pPr>
              <w:pStyle w:val="Tabulka"/>
              <w:rPr>
                <w:sz w:val="18"/>
              </w:rPr>
            </w:pPr>
            <w:r w:rsidRPr="00F95FBD">
              <w:rPr>
                <w:sz w:val="18"/>
              </w:rPr>
              <w:t>Adresa</w:t>
            </w:r>
          </w:p>
        </w:tc>
        <w:tc>
          <w:tcPr>
            <w:tcW w:w="5812" w:type="dxa"/>
          </w:tcPr>
          <w:p w14:paraId="4DF7F4F5"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7E22D3FB"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289DC872" w14:textId="77777777" w:rsidR="007219C0" w:rsidRPr="00F95FBD" w:rsidRDefault="007219C0" w:rsidP="00B6406E">
            <w:pPr>
              <w:pStyle w:val="Tabulka"/>
              <w:rPr>
                <w:sz w:val="18"/>
              </w:rPr>
            </w:pPr>
            <w:r w:rsidRPr="00F95FBD">
              <w:rPr>
                <w:sz w:val="18"/>
              </w:rPr>
              <w:t>E-mail</w:t>
            </w:r>
          </w:p>
        </w:tc>
        <w:tc>
          <w:tcPr>
            <w:tcW w:w="5812" w:type="dxa"/>
          </w:tcPr>
          <w:p w14:paraId="481F91A2"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678098D4"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192B461D" w14:textId="77777777" w:rsidR="007219C0" w:rsidRPr="00F95FBD" w:rsidRDefault="007219C0" w:rsidP="00B6406E">
            <w:pPr>
              <w:pStyle w:val="Tabulka"/>
              <w:rPr>
                <w:sz w:val="18"/>
              </w:rPr>
            </w:pPr>
            <w:r w:rsidRPr="00F95FBD">
              <w:rPr>
                <w:sz w:val="18"/>
              </w:rPr>
              <w:t>Telefon</w:t>
            </w:r>
          </w:p>
        </w:tc>
        <w:tc>
          <w:tcPr>
            <w:tcW w:w="5812" w:type="dxa"/>
          </w:tcPr>
          <w:p w14:paraId="2C2D78D0"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73F1FA" w14:textId="77777777" w:rsidR="007219C0" w:rsidRDefault="007219C0" w:rsidP="007219C0">
      <w:pPr>
        <w:pStyle w:val="Nadpistabulky"/>
        <w:rPr>
          <w:sz w:val="18"/>
          <w:szCs w:val="18"/>
        </w:rPr>
      </w:pPr>
    </w:p>
    <w:p w14:paraId="5E5FD035" w14:textId="6AE3E442" w:rsidR="007219C0" w:rsidRPr="00F95FBD" w:rsidRDefault="007219C0" w:rsidP="007219C0">
      <w:pPr>
        <w:pStyle w:val="Nadpistabulky"/>
        <w:rPr>
          <w:sz w:val="18"/>
          <w:szCs w:val="18"/>
        </w:rPr>
      </w:pPr>
      <w:r>
        <w:rPr>
          <w:sz w:val="18"/>
          <w:szCs w:val="18"/>
        </w:rPr>
        <w:t>S</w:t>
      </w:r>
      <w:r w:rsidRPr="007219C0">
        <w:rPr>
          <w:sz w:val="18"/>
          <w:szCs w:val="18"/>
        </w:rPr>
        <w:t>pecialista projektant pro zabezpečovací zařízení</w:t>
      </w:r>
    </w:p>
    <w:tbl>
      <w:tblPr>
        <w:tblStyle w:val="Mkatabulky"/>
        <w:tblW w:w="8868" w:type="dxa"/>
        <w:tblLook w:val="04A0" w:firstRow="1" w:lastRow="0" w:firstColumn="1" w:lastColumn="0" w:noHBand="0" w:noVBand="1"/>
      </w:tblPr>
      <w:tblGrid>
        <w:gridCol w:w="3056"/>
        <w:gridCol w:w="5812"/>
      </w:tblGrid>
      <w:tr w:rsidR="007219C0" w:rsidRPr="00F95FBD" w14:paraId="4D797248" w14:textId="77777777" w:rsidTr="00B64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C35B65" w14:textId="77777777" w:rsidR="007219C0" w:rsidRPr="00F95FBD" w:rsidRDefault="007219C0" w:rsidP="00B6406E">
            <w:pPr>
              <w:pStyle w:val="Tabulka"/>
              <w:rPr>
                <w:rStyle w:val="Nadpisvtabulce"/>
              </w:rPr>
            </w:pPr>
            <w:r w:rsidRPr="00F95FBD">
              <w:rPr>
                <w:rStyle w:val="Nadpisvtabulce"/>
              </w:rPr>
              <w:t>Jméno a příjmení</w:t>
            </w:r>
          </w:p>
        </w:tc>
        <w:tc>
          <w:tcPr>
            <w:tcW w:w="5812" w:type="dxa"/>
          </w:tcPr>
          <w:p w14:paraId="0D95F8E0" w14:textId="77777777" w:rsidR="007219C0" w:rsidRPr="00F95FBD" w:rsidRDefault="007219C0" w:rsidP="00B6406E">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7219C0" w:rsidRPr="00F95FBD" w14:paraId="1905F5DA"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472203E1" w14:textId="77777777" w:rsidR="007219C0" w:rsidRPr="00F95FBD" w:rsidRDefault="007219C0" w:rsidP="00B6406E">
            <w:pPr>
              <w:pStyle w:val="Tabulka"/>
              <w:rPr>
                <w:sz w:val="18"/>
              </w:rPr>
            </w:pPr>
            <w:r w:rsidRPr="00F95FBD">
              <w:rPr>
                <w:sz w:val="18"/>
              </w:rPr>
              <w:t>Adresa</w:t>
            </w:r>
          </w:p>
        </w:tc>
        <w:tc>
          <w:tcPr>
            <w:tcW w:w="5812" w:type="dxa"/>
          </w:tcPr>
          <w:p w14:paraId="7EFBB2C4"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2B1BB97E"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14B56E5C" w14:textId="77777777" w:rsidR="007219C0" w:rsidRPr="00F95FBD" w:rsidRDefault="007219C0" w:rsidP="00B6406E">
            <w:pPr>
              <w:pStyle w:val="Tabulka"/>
              <w:rPr>
                <w:sz w:val="18"/>
              </w:rPr>
            </w:pPr>
            <w:r w:rsidRPr="00F95FBD">
              <w:rPr>
                <w:sz w:val="18"/>
              </w:rPr>
              <w:t>E-mail</w:t>
            </w:r>
          </w:p>
        </w:tc>
        <w:tc>
          <w:tcPr>
            <w:tcW w:w="5812" w:type="dxa"/>
          </w:tcPr>
          <w:p w14:paraId="0F5781D0"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5CBB10E6"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61A7E1B3" w14:textId="77777777" w:rsidR="007219C0" w:rsidRPr="00F95FBD" w:rsidRDefault="007219C0" w:rsidP="00B6406E">
            <w:pPr>
              <w:pStyle w:val="Tabulka"/>
              <w:rPr>
                <w:sz w:val="18"/>
              </w:rPr>
            </w:pPr>
            <w:r w:rsidRPr="00F95FBD">
              <w:rPr>
                <w:sz w:val="18"/>
              </w:rPr>
              <w:t>Telefon</w:t>
            </w:r>
          </w:p>
        </w:tc>
        <w:tc>
          <w:tcPr>
            <w:tcW w:w="5812" w:type="dxa"/>
          </w:tcPr>
          <w:p w14:paraId="008A8272"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843E52" w14:textId="77777777" w:rsidR="007219C0" w:rsidRDefault="007219C0" w:rsidP="007219C0">
      <w:pPr>
        <w:pStyle w:val="Nadpistabulky"/>
        <w:rPr>
          <w:sz w:val="18"/>
          <w:szCs w:val="18"/>
        </w:rPr>
      </w:pPr>
    </w:p>
    <w:p w14:paraId="0A190F7F" w14:textId="3E336666" w:rsidR="007219C0" w:rsidRPr="00F95FBD" w:rsidRDefault="007219C0" w:rsidP="007219C0">
      <w:pPr>
        <w:pStyle w:val="Nadpistabulky"/>
        <w:rPr>
          <w:sz w:val="18"/>
          <w:szCs w:val="18"/>
        </w:rPr>
      </w:pPr>
      <w:r>
        <w:rPr>
          <w:sz w:val="18"/>
          <w:szCs w:val="18"/>
        </w:rPr>
        <w:t>S</w:t>
      </w:r>
      <w:r w:rsidRPr="007219C0">
        <w:rPr>
          <w:sz w:val="18"/>
          <w:szCs w:val="18"/>
        </w:rPr>
        <w:t>pecialista projektant pro sdělovací zařízení</w:t>
      </w:r>
    </w:p>
    <w:tbl>
      <w:tblPr>
        <w:tblStyle w:val="Mkatabulky"/>
        <w:tblW w:w="8868" w:type="dxa"/>
        <w:tblLook w:val="04A0" w:firstRow="1" w:lastRow="0" w:firstColumn="1" w:lastColumn="0" w:noHBand="0" w:noVBand="1"/>
      </w:tblPr>
      <w:tblGrid>
        <w:gridCol w:w="3056"/>
        <w:gridCol w:w="5812"/>
      </w:tblGrid>
      <w:tr w:rsidR="007219C0" w:rsidRPr="00F95FBD" w14:paraId="3FBF2D6C" w14:textId="77777777" w:rsidTr="00B64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42791" w14:textId="77777777" w:rsidR="007219C0" w:rsidRPr="00F95FBD" w:rsidRDefault="007219C0" w:rsidP="00B6406E">
            <w:pPr>
              <w:pStyle w:val="Tabulka"/>
              <w:rPr>
                <w:rStyle w:val="Nadpisvtabulce"/>
              </w:rPr>
            </w:pPr>
            <w:r w:rsidRPr="00F95FBD">
              <w:rPr>
                <w:rStyle w:val="Nadpisvtabulce"/>
              </w:rPr>
              <w:t>Jméno a příjmení</w:t>
            </w:r>
          </w:p>
        </w:tc>
        <w:tc>
          <w:tcPr>
            <w:tcW w:w="5812" w:type="dxa"/>
          </w:tcPr>
          <w:p w14:paraId="491EDADD" w14:textId="77777777" w:rsidR="007219C0" w:rsidRPr="00F95FBD" w:rsidRDefault="007219C0" w:rsidP="00B6406E">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7219C0" w:rsidRPr="00F95FBD" w14:paraId="374FD726"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243E599C" w14:textId="77777777" w:rsidR="007219C0" w:rsidRPr="00F95FBD" w:rsidRDefault="007219C0" w:rsidP="00B6406E">
            <w:pPr>
              <w:pStyle w:val="Tabulka"/>
              <w:rPr>
                <w:sz w:val="18"/>
              </w:rPr>
            </w:pPr>
            <w:r w:rsidRPr="00F95FBD">
              <w:rPr>
                <w:sz w:val="18"/>
              </w:rPr>
              <w:t>Adresa</w:t>
            </w:r>
          </w:p>
        </w:tc>
        <w:tc>
          <w:tcPr>
            <w:tcW w:w="5812" w:type="dxa"/>
          </w:tcPr>
          <w:p w14:paraId="07007331"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41E92C2B"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0CFD9710" w14:textId="77777777" w:rsidR="007219C0" w:rsidRPr="00F95FBD" w:rsidRDefault="007219C0" w:rsidP="00B6406E">
            <w:pPr>
              <w:pStyle w:val="Tabulka"/>
              <w:rPr>
                <w:sz w:val="18"/>
              </w:rPr>
            </w:pPr>
            <w:r w:rsidRPr="00F95FBD">
              <w:rPr>
                <w:sz w:val="18"/>
              </w:rPr>
              <w:t>E-mail</w:t>
            </w:r>
          </w:p>
        </w:tc>
        <w:tc>
          <w:tcPr>
            <w:tcW w:w="5812" w:type="dxa"/>
          </w:tcPr>
          <w:p w14:paraId="7798F483"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6EE6751B"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29503AB9" w14:textId="77777777" w:rsidR="007219C0" w:rsidRPr="00F95FBD" w:rsidRDefault="007219C0" w:rsidP="00B6406E">
            <w:pPr>
              <w:pStyle w:val="Tabulka"/>
              <w:rPr>
                <w:sz w:val="18"/>
              </w:rPr>
            </w:pPr>
            <w:r w:rsidRPr="00F95FBD">
              <w:rPr>
                <w:sz w:val="18"/>
              </w:rPr>
              <w:t>Telefon</w:t>
            </w:r>
          </w:p>
        </w:tc>
        <w:tc>
          <w:tcPr>
            <w:tcW w:w="5812" w:type="dxa"/>
          </w:tcPr>
          <w:p w14:paraId="05E9A187"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278E70" w14:textId="77777777" w:rsidR="007219C0" w:rsidRDefault="007219C0" w:rsidP="007219C0">
      <w:pPr>
        <w:pStyle w:val="Nadpistabulky"/>
        <w:rPr>
          <w:sz w:val="18"/>
          <w:szCs w:val="18"/>
        </w:rPr>
      </w:pPr>
    </w:p>
    <w:p w14:paraId="5F654C7F" w14:textId="42C19CA7" w:rsidR="007219C0" w:rsidRPr="00F95FBD" w:rsidRDefault="007219C0" w:rsidP="007219C0">
      <w:pPr>
        <w:pStyle w:val="Nadpistabulky"/>
        <w:rPr>
          <w:sz w:val="18"/>
          <w:szCs w:val="18"/>
        </w:rPr>
      </w:pPr>
      <w:r>
        <w:rPr>
          <w:sz w:val="18"/>
          <w:szCs w:val="18"/>
        </w:rPr>
        <w:t>S</w:t>
      </w:r>
      <w:r w:rsidRPr="007219C0">
        <w:rPr>
          <w:sz w:val="18"/>
          <w:szCs w:val="18"/>
        </w:rPr>
        <w:t>pecialista projektant na geotechniku</w:t>
      </w:r>
    </w:p>
    <w:tbl>
      <w:tblPr>
        <w:tblStyle w:val="Mkatabulky"/>
        <w:tblW w:w="8868" w:type="dxa"/>
        <w:tblLook w:val="04A0" w:firstRow="1" w:lastRow="0" w:firstColumn="1" w:lastColumn="0" w:noHBand="0" w:noVBand="1"/>
      </w:tblPr>
      <w:tblGrid>
        <w:gridCol w:w="3056"/>
        <w:gridCol w:w="5812"/>
      </w:tblGrid>
      <w:tr w:rsidR="007219C0" w:rsidRPr="00F95FBD" w14:paraId="72578814" w14:textId="77777777" w:rsidTr="00B64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3496B4" w14:textId="77777777" w:rsidR="007219C0" w:rsidRPr="00F95FBD" w:rsidRDefault="007219C0" w:rsidP="00B6406E">
            <w:pPr>
              <w:pStyle w:val="Tabulka"/>
              <w:rPr>
                <w:rStyle w:val="Nadpisvtabulce"/>
              </w:rPr>
            </w:pPr>
            <w:r w:rsidRPr="00F95FBD">
              <w:rPr>
                <w:rStyle w:val="Nadpisvtabulce"/>
              </w:rPr>
              <w:t>Jméno a příjmení</w:t>
            </w:r>
          </w:p>
        </w:tc>
        <w:tc>
          <w:tcPr>
            <w:tcW w:w="5812" w:type="dxa"/>
          </w:tcPr>
          <w:p w14:paraId="188646D1" w14:textId="77777777" w:rsidR="007219C0" w:rsidRPr="00F95FBD" w:rsidRDefault="007219C0" w:rsidP="00B6406E">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7219C0" w:rsidRPr="00F95FBD" w14:paraId="643C2C51"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230C6466" w14:textId="77777777" w:rsidR="007219C0" w:rsidRPr="00F95FBD" w:rsidRDefault="007219C0" w:rsidP="00B6406E">
            <w:pPr>
              <w:pStyle w:val="Tabulka"/>
              <w:rPr>
                <w:sz w:val="18"/>
              </w:rPr>
            </w:pPr>
            <w:r w:rsidRPr="00F95FBD">
              <w:rPr>
                <w:sz w:val="18"/>
              </w:rPr>
              <w:t>Adresa</w:t>
            </w:r>
          </w:p>
        </w:tc>
        <w:tc>
          <w:tcPr>
            <w:tcW w:w="5812" w:type="dxa"/>
          </w:tcPr>
          <w:p w14:paraId="2D745DB8"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2C44D6AD"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737CFC69" w14:textId="77777777" w:rsidR="007219C0" w:rsidRPr="00F95FBD" w:rsidRDefault="007219C0" w:rsidP="00B6406E">
            <w:pPr>
              <w:pStyle w:val="Tabulka"/>
              <w:rPr>
                <w:sz w:val="18"/>
              </w:rPr>
            </w:pPr>
            <w:r w:rsidRPr="00F95FBD">
              <w:rPr>
                <w:sz w:val="18"/>
              </w:rPr>
              <w:t>E-mail</w:t>
            </w:r>
          </w:p>
        </w:tc>
        <w:tc>
          <w:tcPr>
            <w:tcW w:w="5812" w:type="dxa"/>
          </w:tcPr>
          <w:p w14:paraId="1CEC31F2"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219C0" w:rsidRPr="00F95FBD" w14:paraId="201BA308" w14:textId="77777777" w:rsidTr="00B6406E">
        <w:tc>
          <w:tcPr>
            <w:cnfStyle w:val="001000000000" w:firstRow="0" w:lastRow="0" w:firstColumn="1" w:lastColumn="0" w:oddVBand="0" w:evenVBand="0" w:oddHBand="0" w:evenHBand="0" w:firstRowFirstColumn="0" w:firstRowLastColumn="0" w:lastRowFirstColumn="0" w:lastRowLastColumn="0"/>
            <w:tcW w:w="3056" w:type="dxa"/>
          </w:tcPr>
          <w:p w14:paraId="67EC6271" w14:textId="77777777" w:rsidR="007219C0" w:rsidRPr="00F95FBD" w:rsidRDefault="007219C0" w:rsidP="00B6406E">
            <w:pPr>
              <w:pStyle w:val="Tabulka"/>
              <w:rPr>
                <w:sz w:val="18"/>
              </w:rPr>
            </w:pPr>
            <w:r w:rsidRPr="00F95FBD">
              <w:rPr>
                <w:sz w:val="18"/>
              </w:rPr>
              <w:t>Telefon</w:t>
            </w:r>
          </w:p>
        </w:tc>
        <w:tc>
          <w:tcPr>
            <w:tcW w:w="5812" w:type="dxa"/>
          </w:tcPr>
          <w:p w14:paraId="728980B5" w14:textId="77777777" w:rsidR="007219C0" w:rsidRPr="00F95FBD" w:rsidRDefault="007219C0" w:rsidP="00B64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4A265F" w14:textId="77777777" w:rsidR="007219C0" w:rsidRDefault="007219C0" w:rsidP="007219C0">
      <w:pPr>
        <w:pStyle w:val="Nadpistabulky"/>
        <w:rPr>
          <w:sz w:val="18"/>
          <w:szCs w:val="18"/>
        </w:rPr>
      </w:pPr>
    </w:p>
    <w:p w14:paraId="3A462B66" w14:textId="1184EF78"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B8FFE8" w14:textId="77777777" w:rsidR="007219C0" w:rsidRDefault="007219C0" w:rsidP="00D242BB">
      <w:pPr>
        <w:pStyle w:val="Nadpistabulky"/>
        <w:rPr>
          <w:sz w:val="18"/>
          <w:szCs w:val="18"/>
        </w:rPr>
      </w:pPr>
    </w:p>
    <w:p w14:paraId="4D1DC0FC" w14:textId="10A3CB40" w:rsidR="00D242BB" w:rsidRPr="00F95FBD" w:rsidRDefault="00D242BB" w:rsidP="00D242BB">
      <w:pPr>
        <w:pStyle w:val="Nadpistabulky"/>
        <w:rPr>
          <w:sz w:val="18"/>
          <w:szCs w:val="18"/>
        </w:rPr>
      </w:pPr>
      <w:r>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D242BB" w:rsidRPr="00F95FBD" w14:paraId="447E8F00"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16974"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B73BD1"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F4E319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640D72E" w14:textId="77777777" w:rsidR="00D242BB" w:rsidRPr="00F95FBD" w:rsidRDefault="00D242BB" w:rsidP="00B301FA">
            <w:pPr>
              <w:pStyle w:val="Tabulka"/>
              <w:rPr>
                <w:sz w:val="18"/>
              </w:rPr>
            </w:pPr>
            <w:r w:rsidRPr="00F95FBD">
              <w:rPr>
                <w:sz w:val="18"/>
              </w:rPr>
              <w:t>Adresa</w:t>
            </w:r>
          </w:p>
        </w:tc>
        <w:tc>
          <w:tcPr>
            <w:tcW w:w="5812" w:type="dxa"/>
          </w:tcPr>
          <w:p w14:paraId="408BD3E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6098D2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D16FC9" w14:textId="77777777" w:rsidR="00D242BB" w:rsidRPr="00F95FBD" w:rsidRDefault="00D242BB" w:rsidP="00B301FA">
            <w:pPr>
              <w:pStyle w:val="Tabulka"/>
              <w:rPr>
                <w:sz w:val="18"/>
              </w:rPr>
            </w:pPr>
            <w:r w:rsidRPr="00F95FBD">
              <w:rPr>
                <w:sz w:val="18"/>
              </w:rPr>
              <w:t>E-mail</w:t>
            </w:r>
          </w:p>
        </w:tc>
        <w:tc>
          <w:tcPr>
            <w:tcW w:w="5812" w:type="dxa"/>
          </w:tcPr>
          <w:p w14:paraId="4EBA242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B73DF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7784E8E" w14:textId="77777777" w:rsidR="00D242BB" w:rsidRPr="00F95FBD" w:rsidRDefault="00D242BB" w:rsidP="00B301FA">
            <w:pPr>
              <w:pStyle w:val="Tabulka"/>
              <w:rPr>
                <w:sz w:val="18"/>
              </w:rPr>
            </w:pPr>
            <w:r w:rsidRPr="00F95FBD">
              <w:rPr>
                <w:sz w:val="18"/>
              </w:rPr>
              <w:t>Telefon</w:t>
            </w:r>
          </w:p>
        </w:tc>
        <w:tc>
          <w:tcPr>
            <w:tcW w:w="5812" w:type="dxa"/>
          </w:tcPr>
          <w:p w14:paraId="6D6A8B6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F85AD7" w14:textId="77777777" w:rsidR="007219C0" w:rsidRDefault="007219C0" w:rsidP="00D242BB">
      <w:pPr>
        <w:pStyle w:val="Nadpistabulky"/>
        <w:rPr>
          <w:sz w:val="18"/>
          <w:szCs w:val="18"/>
        </w:rPr>
      </w:pPr>
    </w:p>
    <w:p w14:paraId="5F441E43" w14:textId="4D5109F8" w:rsidR="00D242BB" w:rsidRPr="00F95FBD" w:rsidRDefault="00D242BB" w:rsidP="00D242BB">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D242BB" w:rsidRPr="00F95FBD" w14:paraId="6CACABF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49E9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57E631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6FD970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74D320A" w14:textId="77777777" w:rsidR="00D242BB" w:rsidRPr="00F95FBD" w:rsidRDefault="00D242BB" w:rsidP="00B301FA">
            <w:pPr>
              <w:pStyle w:val="Tabulka"/>
              <w:rPr>
                <w:sz w:val="18"/>
              </w:rPr>
            </w:pPr>
            <w:r w:rsidRPr="00F95FBD">
              <w:rPr>
                <w:sz w:val="18"/>
              </w:rPr>
              <w:t>Adresa</w:t>
            </w:r>
          </w:p>
        </w:tc>
        <w:tc>
          <w:tcPr>
            <w:tcW w:w="5812" w:type="dxa"/>
          </w:tcPr>
          <w:p w14:paraId="27857C4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389901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9986661" w14:textId="77777777" w:rsidR="00D242BB" w:rsidRPr="00F95FBD" w:rsidRDefault="00D242BB" w:rsidP="00B301FA">
            <w:pPr>
              <w:pStyle w:val="Tabulka"/>
              <w:rPr>
                <w:sz w:val="18"/>
              </w:rPr>
            </w:pPr>
            <w:r w:rsidRPr="00F95FBD">
              <w:rPr>
                <w:sz w:val="18"/>
              </w:rPr>
              <w:t>E-mail</w:t>
            </w:r>
          </w:p>
        </w:tc>
        <w:tc>
          <w:tcPr>
            <w:tcW w:w="5812" w:type="dxa"/>
          </w:tcPr>
          <w:p w14:paraId="369C418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31574C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687101" w14:textId="77777777" w:rsidR="00D242BB" w:rsidRPr="00F95FBD" w:rsidRDefault="00D242BB" w:rsidP="00B301FA">
            <w:pPr>
              <w:pStyle w:val="Tabulka"/>
              <w:rPr>
                <w:sz w:val="18"/>
              </w:rPr>
            </w:pPr>
            <w:r w:rsidRPr="00F95FBD">
              <w:rPr>
                <w:sz w:val="18"/>
              </w:rPr>
              <w:t>Telefon</w:t>
            </w:r>
          </w:p>
        </w:tc>
        <w:tc>
          <w:tcPr>
            <w:tcW w:w="5812" w:type="dxa"/>
          </w:tcPr>
          <w:p w14:paraId="14C4203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33E38B5D"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0A465A" w14:textId="77777777" w:rsidR="007219C0" w:rsidRDefault="007219C0" w:rsidP="008F0606">
      <w:pPr>
        <w:pStyle w:val="Nadpistabulky"/>
        <w:rPr>
          <w:sz w:val="18"/>
          <w:szCs w:val="18"/>
        </w:rPr>
      </w:pPr>
    </w:p>
    <w:p w14:paraId="291440A5" w14:textId="67854DE5" w:rsidR="008F0606" w:rsidRPr="00F95FBD" w:rsidRDefault="008F0606" w:rsidP="008F0606">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8F0606" w:rsidRPr="00F95FBD" w14:paraId="4EA65307"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0CF97"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7F287891"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207EAC4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5DCC133A" w14:textId="77777777" w:rsidR="008F0606" w:rsidRPr="00F95FBD" w:rsidRDefault="008F0606" w:rsidP="005A32BA">
            <w:pPr>
              <w:pStyle w:val="Tabulka"/>
              <w:rPr>
                <w:sz w:val="18"/>
              </w:rPr>
            </w:pPr>
            <w:r w:rsidRPr="00F95FBD">
              <w:rPr>
                <w:sz w:val="18"/>
              </w:rPr>
              <w:t>Adresa</w:t>
            </w:r>
          </w:p>
        </w:tc>
        <w:tc>
          <w:tcPr>
            <w:tcW w:w="5812" w:type="dxa"/>
          </w:tcPr>
          <w:p w14:paraId="790A702F"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05231D54"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6A47E68" w14:textId="77777777" w:rsidR="008F0606" w:rsidRPr="00F95FBD" w:rsidRDefault="008F0606" w:rsidP="005A32BA">
            <w:pPr>
              <w:pStyle w:val="Tabulka"/>
              <w:rPr>
                <w:sz w:val="18"/>
              </w:rPr>
            </w:pPr>
            <w:r w:rsidRPr="00F95FBD">
              <w:rPr>
                <w:sz w:val="18"/>
              </w:rPr>
              <w:t>E-mail</w:t>
            </w:r>
          </w:p>
        </w:tc>
        <w:tc>
          <w:tcPr>
            <w:tcW w:w="5812" w:type="dxa"/>
          </w:tcPr>
          <w:p w14:paraId="5F92285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0702632"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2F28D311" w14:textId="77777777" w:rsidR="008F0606" w:rsidRPr="00F95FBD" w:rsidRDefault="008F0606" w:rsidP="005A32BA">
            <w:pPr>
              <w:pStyle w:val="Tabulka"/>
              <w:rPr>
                <w:sz w:val="18"/>
              </w:rPr>
            </w:pPr>
            <w:r w:rsidRPr="00F95FBD">
              <w:rPr>
                <w:sz w:val="18"/>
              </w:rPr>
              <w:t>Telefon</w:t>
            </w:r>
          </w:p>
        </w:tc>
        <w:tc>
          <w:tcPr>
            <w:tcW w:w="5812" w:type="dxa"/>
          </w:tcPr>
          <w:p w14:paraId="4C360BD1"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B0A30A" w14:textId="77777777" w:rsidR="007219C0" w:rsidRDefault="007219C0" w:rsidP="00D242BB">
      <w:pPr>
        <w:pStyle w:val="Nadpistabulky"/>
        <w:rPr>
          <w:sz w:val="18"/>
          <w:szCs w:val="18"/>
        </w:rPr>
      </w:pPr>
    </w:p>
    <w:p w14:paraId="2803DDC3" w14:textId="663D3895" w:rsidR="00D242BB" w:rsidRPr="00F95FBD" w:rsidRDefault="00A94EC4" w:rsidP="00D242BB">
      <w:pPr>
        <w:pStyle w:val="Nadpistabulky"/>
        <w:rPr>
          <w:sz w:val="18"/>
          <w:szCs w:val="18"/>
        </w:rPr>
      </w:pPr>
      <w:r>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14:paraId="5E38458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F4A8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DBAB17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C1C3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FD03791" w14:textId="77777777" w:rsidR="00D242BB" w:rsidRPr="00F95FBD" w:rsidRDefault="00D242BB" w:rsidP="00B301FA">
            <w:pPr>
              <w:pStyle w:val="Tabulka"/>
              <w:rPr>
                <w:sz w:val="18"/>
              </w:rPr>
            </w:pPr>
            <w:r w:rsidRPr="00F95FBD">
              <w:rPr>
                <w:sz w:val="18"/>
              </w:rPr>
              <w:t>Adresa</w:t>
            </w:r>
          </w:p>
        </w:tc>
        <w:tc>
          <w:tcPr>
            <w:tcW w:w="5812" w:type="dxa"/>
          </w:tcPr>
          <w:p w14:paraId="61F0824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C2AD2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E7678DE" w14:textId="77777777" w:rsidR="00D242BB" w:rsidRPr="00F95FBD" w:rsidRDefault="00D242BB" w:rsidP="00B301FA">
            <w:pPr>
              <w:pStyle w:val="Tabulka"/>
              <w:rPr>
                <w:sz w:val="18"/>
              </w:rPr>
            </w:pPr>
            <w:r w:rsidRPr="00F95FBD">
              <w:rPr>
                <w:sz w:val="18"/>
              </w:rPr>
              <w:t>E-mail</w:t>
            </w:r>
          </w:p>
        </w:tc>
        <w:tc>
          <w:tcPr>
            <w:tcW w:w="5812" w:type="dxa"/>
          </w:tcPr>
          <w:p w14:paraId="6207B54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F1F1FD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3797FC5" w14:textId="77777777" w:rsidR="00D242BB" w:rsidRPr="00F95FBD" w:rsidRDefault="00D242BB" w:rsidP="00B301FA">
            <w:pPr>
              <w:pStyle w:val="Tabulka"/>
              <w:rPr>
                <w:sz w:val="18"/>
              </w:rPr>
            </w:pPr>
            <w:r w:rsidRPr="00F95FBD">
              <w:rPr>
                <w:sz w:val="18"/>
              </w:rPr>
              <w:t>Telefon</w:t>
            </w:r>
          </w:p>
        </w:tc>
        <w:tc>
          <w:tcPr>
            <w:tcW w:w="5812" w:type="dxa"/>
          </w:tcPr>
          <w:p w14:paraId="572770C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A40389" w14:textId="77777777" w:rsidR="007219C0" w:rsidRDefault="007219C0" w:rsidP="00D242BB">
      <w:pPr>
        <w:pStyle w:val="Nadpistabulky"/>
        <w:rPr>
          <w:sz w:val="18"/>
          <w:szCs w:val="18"/>
        </w:rPr>
      </w:pPr>
    </w:p>
    <w:p w14:paraId="0815843A" w14:textId="278B28AC"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F01005" w14:textId="77777777" w:rsidR="00763964" w:rsidRDefault="00763964" w:rsidP="00763964">
      <w:pPr>
        <w:pStyle w:val="Nadpistabulky"/>
        <w:rPr>
          <w:sz w:val="18"/>
          <w:szCs w:val="18"/>
        </w:rPr>
      </w:pPr>
    </w:p>
    <w:p w14:paraId="08A34851" w14:textId="566DA499" w:rsidR="00763964" w:rsidRPr="00F95FBD" w:rsidRDefault="00763964" w:rsidP="00763964">
      <w:pPr>
        <w:pStyle w:val="Nadpistabulky"/>
        <w:rPr>
          <w:sz w:val="18"/>
          <w:szCs w:val="18"/>
        </w:rPr>
      </w:pPr>
      <w:r w:rsidRPr="00763964">
        <w:rPr>
          <w:sz w:val="18"/>
          <w:szCs w:val="18"/>
        </w:rPr>
        <w:t>Osoba odpovědná za zajištění procesu změn během výstavby</w:t>
      </w:r>
    </w:p>
    <w:tbl>
      <w:tblPr>
        <w:tblStyle w:val="Mkatabulky"/>
        <w:tblW w:w="8868" w:type="dxa"/>
        <w:tblLook w:val="04A0" w:firstRow="1" w:lastRow="0" w:firstColumn="1" w:lastColumn="0" w:noHBand="0" w:noVBand="1"/>
      </w:tblPr>
      <w:tblGrid>
        <w:gridCol w:w="3056"/>
        <w:gridCol w:w="5812"/>
      </w:tblGrid>
      <w:tr w:rsidR="00763964" w:rsidRPr="00F95FBD" w14:paraId="65BA21A6" w14:textId="77777777" w:rsidTr="00801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19FD40" w14:textId="77777777" w:rsidR="00763964" w:rsidRPr="00F95FBD" w:rsidRDefault="00763964" w:rsidP="00801074">
            <w:pPr>
              <w:pStyle w:val="Tabulka"/>
              <w:rPr>
                <w:rStyle w:val="Nadpisvtabulce"/>
              </w:rPr>
            </w:pPr>
            <w:r w:rsidRPr="00F95FBD">
              <w:rPr>
                <w:rStyle w:val="Nadpisvtabulce"/>
              </w:rPr>
              <w:t>Jméno a příjmení</w:t>
            </w:r>
          </w:p>
        </w:tc>
        <w:tc>
          <w:tcPr>
            <w:tcW w:w="5812" w:type="dxa"/>
          </w:tcPr>
          <w:p w14:paraId="2F157870" w14:textId="77777777" w:rsidR="00763964" w:rsidRPr="00F95FBD" w:rsidRDefault="00763964" w:rsidP="0080107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763964" w:rsidRPr="00F95FBD" w14:paraId="1AD6D4EC" w14:textId="77777777" w:rsidTr="00801074">
        <w:tc>
          <w:tcPr>
            <w:cnfStyle w:val="001000000000" w:firstRow="0" w:lastRow="0" w:firstColumn="1" w:lastColumn="0" w:oddVBand="0" w:evenVBand="0" w:oddHBand="0" w:evenHBand="0" w:firstRowFirstColumn="0" w:firstRowLastColumn="0" w:lastRowFirstColumn="0" w:lastRowLastColumn="0"/>
            <w:tcW w:w="3056" w:type="dxa"/>
          </w:tcPr>
          <w:p w14:paraId="30A9C9A7" w14:textId="77777777" w:rsidR="00763964" w:rsidRPr="00F95FBD" w:rsidRDefault="00763964" w:rsidP="00801074">
            <w:pPr>
              <w:pStyle w:val="Tabulka"/>
              <w:rPr>
                <w:sz w:val="18"/>
              </w:rPr>
            </w:pPr>
            <w:r w:rsidRPr="00F95FBD">
              <w:rPr>
                <w:sz w:val="18"/>
              </w:rPr>
              <w:t>Adresa</w:t>
            </w:r>
          </w:p>
        </w:tc>
        <w:tc>
          <w:tcPr>
            <w:tcW w:w="5812" w:type="dxa"/>
          </w:tcPr>
          <w:p w14:paraId="7CA9D82B" w14:textId="77777777" w:rsidR="00763964" w:rsidRPr="00F95FBD" w:rsidRDefault="00763964" w:rsidP="0080107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63964" w:rsidRPr="00F95FBD" w14:paraId="47CA3C26" w14:textId="77777777" w:rsidTr="00801074">
        <w:tc>
          <w:tcPr>
            <w:cnfStyle w:val="001000000000" w:firstRow="0" w:lastRow="0" w:firstColumn="1" w:lastColumn="0" w:oddVBand="0" w:evenVBand="0" w:oddHBand="0" w:evenHBand="0" w:firstRowFirstColumn="0" w:firstRowLastColumn="0" w:lastRowFirstColumn="0" w:lastRowLastColumn="0"/>
            <w:tcW w:w="3056" w:type="dxa"/>
          </w:tcPr>
          <w:p w14:paraId="3EB31968" w14:textId="77777777" w:rsidR="00763964" w:rsidRPr="00F95FBD" w:rsidRDefault="00763964" w:rsidP="00801074">
            <w:pPr>
              <w:pStyle w:val="Tabulka"/>
              <w:rPr>
                <w:sz w:val="18"/>
              </w:rPr>
            </w:pPr>
            <w:r w:rsidRPr="00F95FBD">
              <w:rPr>
                <w:sz w:val="18"/>
              </w:rPr>
              <w:t>E-mail</w:t>
            </w:r>
          </w:p>
        </w:tc>
        <w:tc>
          <w:tcPr>
            <w:tcW w:w="5812" w:type="dxa"/>
          </w:tcPr>
          <w:p w14:paraId="77E2830B" w14:textId="77777777" w:rsidR="00763964" w:rsidRPr="00F95FBD" w:rsidRDefault="00763964" w:rsidP="0080107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63964" w:rsidRPr="00F95FBD" w14:paraId="52134CA6" w14:textId="77777777" w:rsidTr="00801074">
        <w:tc>
          <w:tcPr>
            <w:cnfStyle w:val="001000000000" w:firstRow="0" w:lastRow="0" w:firstColumn="1" w:lastColumn="0" w:oddVBand="0" w:evenVBand="0" w:oddHBand="0" w:evenHBand="0" w:firstRowFirstColumn="0" w:firstRowLastColumn="0" w:lastRowFirstColumn="0" w:lastRowLastColumn="0"/>
            <w:tcW w:w="3056" w:type="dxa"/>
          </w:tcPr>
          <w:p w14:paraId="34726116" w14:textId="77777777" w:rsidR="00763964" w:rsidRPr="00F95FBD" w:rsidRDefault="00763964" w:rsidP="00801074">
            <w:pPr>
              <w:pStyle w:val="Tabulka"/>
              <w:rPr>
                <w:sz w:val="18"/>
              </w:rPr>
            </w:pPr>
            <w:r w:rsidRPr="00F95FBD">
              <w:rPr>
                <w:sz w:val="18"/>
              </w:rPr>
              <w:t>Telefon</w:t>
            </w:r>
          </w:p>
        </w:tc>
        <w:tc>
          <w:tcPr>
            <w:tcW w:w="5812" w:type="dxa"/>
          </w:tcPr>
          <w:p w14:paraId="23035652" w14:textId="77777777" w:rsidR="00763964" w:rsidRPr="00F95FBD" w:rsidRDefault="00763964" w:rsidP="0080107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80D53D" w14:textId="77777777" w:rsidR="000F743B" w:rsidRDefault="000F743B" w:rsidP="00F762A8">
      <w:pPr>
        <w:pStyle w:val="Nadpisbezsl1-1"/>
        <w:sectPr w:rsidR="000F743B" w:rsidSect="00C64DF9">
          <w:headerReference w:type="even" r:id="rId22"/>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00A1B826" w:rsidR="00F762A8" w:rsidRPr="00F71BA0" w:rsidRDefault="00F762A8" w:rsidP="00FA593E">
      <w:pPr>
        <w:pStyle w:val="SoDslseznam-2"/>
      </w:pPr>
      <w:r w:rsidRPr="00F71BA0">
        <w:t>Zhotovitel bude pro Objednatele zpracovávat osobní údaje třetích stran</w:t>
      </w:r>
      <w:r w:rsidR="006D1A01">
        <w:t xml:space="preserve"> (účastníků smluvního vztahu)</w:t>
      </w:r>
      <w:r w:rsidRPr="00F71BA0">
        <w:t>,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5EAF9B7A"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w:t>
      </w:r>
      <w:r w:rsidR="00170BAF">
        <w:t> </w:t>
      </w:r>
      <w:r>
        <w:t>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40C9D5D8"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w:t>
      </w:r>
      <w:r w:rsidR="00901465">
        <w:t> </w:t>
      </w:r>
      <w:r>
        <w:t>výjimkou</w:t>
      </w:r>
      <w:r w:rsidR="00901465">
        <w:t>,</w:t>
      </w:r>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5BF9C5D0"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5C64CAC5" w:rsidR="00F762A8" w:rsidRDefault="00F762A8" w:rsidP="00FA593E">
      <w:pPr>
        <w:pStyle w:val="SoDslseznam-2"/>
      </w:pPr>
      <w:r>
        <w:t>Pokud Zhotovitel poruší jakoukoliv povinnost vyplývající z ustanovení této Smlouvy o</w:t>
      </w:r>
      <w:r w:rsidR="00170BAF">
        <w:t> </w:t>
      </w:r>
      <w:r>
        <w:t xml:space="preserve">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23EB4A2C" w14:textId="77777777" w:rsidR="006D1A01" w:rsidRPr="00AB13C4" w:rsidRDefault="006D1A01" w:rsidP="006D1A01">
      <w:pPr>
        <w:pStyle w:val="Textbezodsazen"/>
        <w:rPr>
          <w:b/>
          <w:bCs/>
        </w:rPr>
      </w:pPr>
    </w:p>
    <w:p w14:paraId="148935C8" w14:textId="77777777" w:rsidR="006D1A01" w:rsidRPr="00AB13C4" w:rsidRDefault="006D1A01" w:rsidP="006D1A01">
      <w:pPr>
        <w:pStyle w:val="Textbezodsazen"/>
        <w:rPr>
          <w:b/>
          <w:bCs/>
        </w:rPr>
      </w:pPr>
      <w:r w:rsidRPr="00AB13C4">
        <w:rPr>
          <w:b/>
          <w:bCs/>
        </w:rPr>
        <w:t>5.</w:t>
      </w:r>
      <w:r w:rsidRPr="00AB13C4">
        <w:rPr>
          <w:b/>
          <w:bCs/>
        </w:rPr>
        <w:tab/>
        <w:t xml:space="preserve">Doba zpracování </w:t>
      </w:r>
    </w:p>
    <w:p w14:paraId="6EE0EB2E" w14:textId="77777777" w:rsidR="006D1A01" w:rsidRDefault="006D1A01" w:rsidP="006D1A01">
      <w:pPr>
        <w:pStyle w:val="Textbezodsazen"/>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2" w:name="_Hlk132703151"/>
      <w:r w:rsidRPr="00FC3E00">
        <w:rPr>
          <w:rFonts w:ascii="Verdana" w:hAnsi="Verdana"/>
          <w:b/>
          <w:noProof/>
          <w:sz w:val="28"/>
          <w:szCs w:val="28"/>
        </w:rPr>
        <w:t>Osvědčení Správy železnic, státní organizace o řádném poskytnutí a dokončení stavebních prací</w:t>
      </w:r>
    </w:p>
    <w:bookmarkEnd w:id="2"/>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3"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3"/>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143C89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w:t>
      </w:r>
      <w:r w:rsidR="00901465">
        <w:rPr>
          <w:rFonts w:eastAsia="Times New Roman"/>
          <w:bCs/>
          <w:i/>
        </w:rPr>
        <w:t>,</w:t>
      </w:r>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2"/>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37692210" w:rsidR="00392910" w:rsidRDefault="00392910" w:rsidP="00392910">
      <w:pPr>
        <w:pStyle w:val="Textbezodsazen"/>
      </w:pPr>
      <w:r>
        <w:t xml:space="preserve">V souladu s ustanovením pod-článku 14.2 Smluvních podmínek ke Smlouvě o dílo na zhotovení stavby </w:t>
      </w:r>
      <w:r w:rsidR="00901465">
        <w:t>„</w:t>
      </w:r>
      <w:r w:rsidR="00901465" w:rsidRPr="00901465">
        <w:t>Rekonstrukce úseku tratě Opava Východ – Kravaře ve Slezsku</w:t>
      </w:r>
      <w:r w:rsidR="00901465">
        <w:t>“</w:t>
      </w:r>
      <w:r w:rsidR="00901465" w:rsidRPr="00901465">
        <w:t xml:space="preserve"> </w:t>
      </w:r>
      <w:r>
        <w:t xml:space="preserve">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6"/>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77777777"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50"/>
          <w:footerReference w:type="default" r:id="rId51"/>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7A49535" w14:textId="77777777" w:rsidR="00B738A3" w:rsidRPr="00275FEF" w:rsidRDefault="00B738A3" w:rsidP="00B738A3">
      <w:pPr>
        <w:spacing w:after="120"/>
        <w:jc w:val="both"/>
        <w:rPr>
          <w:rFonts w:ascii="Verdana" w:hAnsi="Verdana"/>
        </w:rPr>
      </w:pPr>
      <w:r>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2"/>
      <w:headerReference w:type="default" r:id="rId53"/>
      <w:footerReference w:type="even" r:id="rId54"/>
      <w:footerReference w:type="default" r:id="rId5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EFB16" w14:textId="77777777" w:rsidR="001A378C" w:rsidRDefault="001A378C" w:rsidP="00962258">
      <w:pPr>
        <w:spacing w:after="0" w:line="240" w:lineRule="auto"/>
      </w:pPr>
      <w:r>
        <w:separator/>
      </w:r>
    </w:p>
  </w:endnote>
  <w:endnote w:type="continuationSeparator" w:id="0">
    <w:p w14:paraId="596AA8A0" w14:textId="77777777" w:rsidR="001A378C" w:rsidRDefault="001A37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1ADE1ECC"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5EAA53E2"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9232D">
            <w:rPr>
              <w:rStyle w:val="Tun"/>
              <w:noProof/>
            </w:rPr>
            <w:t>„Rekonstrukce úseku tratě Opava Východ – Kravaře ve Slezsku“</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8EB5876"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 xml:space="preserve">SMLOUVA O </w:t>
          </w:r>
          <w:proofErr w:type="gramStart"/>
          <w:r>
            <w:t>DÍLO - Zhotovení</w:t>
          </w:r>
          <w:proofErr w:type="gramEnd"/>
          <w:r>
            <w:t xml:space="preserve"> Projektové dokumentace a Stavby</w:t>
          </w:r>
        </w:p>
        <w:p w14:paraId="7DA3E857" w14:textId="2F6688CF"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9232D">
            <w:rPr>
              <w:rStyle w:val="Tun"/>
              <w:noProof/>
            </w:rPr>
            <w:t>„Rekonstrukce úseku tratě Opava Východ – Kravaře ve Slezsku“</w:t>
          </w:r>
          <w:r w:rsidRPr="00612EE8">
            <w:rPr>
              <w:rStyle w:val="Tun"/>
            </w:rPr>
            <w:fldChar w:fldCharType="end"/>
          </w:r>
        </w:p>
      </w:tc>
      <w:tc>
        <w:tcPr>
          <w:tcW w:w="851" w:type="dxa"/>
          <w:vAlign w:val="bottom"/>
        </w:tcPr>
        <w:p w14:paraId="14154200" w14:textId="15F72298"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740D2BB6"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5F6DC9F3"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9232D">
            <w:rPr>
              <w:rStyle w:val="Tun"/>
              <w:noProof/>
            </w:rPr>
            <w:t>„Rekonstrukce úseku tratě Opava Východ – Kravaře ve Slezsku“</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4FFF17A8"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9232D" w:rsidRPr="0019232D">
            <w:rPr>
              <w:rStyle w:val="slostrnky"/>
              <w:bCs/>
              <w:noProof/>
              <w:color w:val="auto"/>
            </w:rPr>
            <w:t xml:space="preserve">„Rekonstrukce úseku tratě Opava Východ – Kravaře </w:t>
          </w:r>
          <w:r w:rsidR="0019232D">
            <w:rPr>
              <w:rStyle w:val="slostrnky"/>
              <w:noProof/>
              <w:color w:val="auto"/>
            </w:rPr>
            <w:t>ve Slezsku“</w:t>
          </w:r>
          <w:r w:rsidRPr="00CD320A">
            <w:rPr>
              <w:rStyle w:val="slostrnky"/>
              <w:color w:val="auto"/>
            </w:rPr>
            <w:fldChar w:fldCharType="end"/>
          </w:r>
        </w:p>
      </w:tc>
      <w:tc>
        <w:tcPr>
          <w:tcW w:w="851" w:type="dxa"/>
          <w:vAlign w:val="bottom"/>
        </w:tcPr>
        <w:p w14:paraId="68FE6CCD" w14:textId="10DFD4FF"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3F677FD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3DC67426"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9232D" w:rsidRPr="0019232D">
            <w:rPr>
              <w:rStyle w:val="slostrnky"/>
              <w:bCs/>
              <w:noProof/>
              <w:color w:val="auto"/>
            </w:rPr>
            <w:t xml:space="preserve">„Rekonstrukce úseku tratě Opava Východ – Kravaře </w:t>
          </w:r>
          <w:r w:rsidR="0019232D">
            <w:rPr>
              <w:rStyle w:val="slostrnky"/>
              <w:noProof/>
              <w:color w:val="auto"/>
            </w:rPr>
            <w:t>ve Slezsku“</w:t>
          </w:r>
          <w:r w:rsidRPr="00CD320A">
            <w:rPr>
              <w:rStyle w:val="slostrnky"/>
              <w:color w:val="auto"/>
            </w:rPr>
            <w:fldChar w:fldCharType="end"/>
          </w:r>
        </w:p>
      </w:tc>
      <w:tc>
        <w:tcPr>
          <w:tcW w:w="851" w:type="dxa"/>
          <w:vAlign w:val="bottom"/>
        </w:tcPr>
        <w:p w14:paraId="0CF2C708" w14:textId="30CF9937"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1E112C0F"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60EC9DB0"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9232D" w:rsidRPr="0019232D">
            <w:rPr>
              <w:rStyle w:val="slostrnky"/>
              <w:bCs/>
              <w:noProof/>
              <w:color w:val="auto"/>
            </w:rPr>
            <w:t xml:space="preserve">„Rekonstrukce úseku tratě Opava Východ – Kravaře </w:t>
          </w:r>
          <w:r w:rsidR="0019232D">
            <w:rPr>
              <w:rStyle w:val="slostrnky"/>
              <w:noProof/>
              <w:color w:val="auto"/>
            </w:rPr>
            <w:t>ve Slezsku“</w:t>
          </w:r>
          <w:r w:rsidRPr="00CD320A">
            <w:rPr>
              <w:rStyle w:val="slostrnky"/>
              <w:color w:val="auto"/>
            </w:rPr>
            <w:fldChar w:fldCharType="end"/>
          </w:r>
        </w:p>
      </w:tc>
      <w:tc>
        <w:tcPr>
          <w:tcW w:w="851" w:type="dxa"/>
          <w:vAlign w:val="bottom"/>
        </w:tcPr>
        <w:p w14:paraId="3282DF7A" w14:textId="2964BBEC"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8D546F">
      <w:tc>
        <w:tcPr>
          <w:tcW w:w="851" w:type="dxa"/>
          <w:tcMar>
            <w:left w:w="0" w:type="dxa"/>
            <w:right w:w="0" w:type="dxa"/>
          </w:tcMar>
          <w:vAlign w:val="bottom"/>
        </w:tcPr>
        <w:p w14:paraId="212D4A43" w14:textId="35796414"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7D15E58D"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9232D">
            <w:rPr>
              <w:rStyle w:val="Tun"/>
              <w:noProof/>
            </w:rPr>
            <w:t>„Rekonstrukce úseku tratě Opava Východ – Kravaře ve Slezsku“</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430EA291"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9232D" w:rsidRPr="0019232D">
            <w:rPr>
              <w:rStyle w:val="slostrnky"/>
              <w:bCs/>
              <w:noProof/>
              <w:color w:val="auto"/>
            </w:rPr>
            <w:t xml:space="preserve">„Rekonstrukce úseku tratě Opava Východ – Kravaře </w:t>
          </w:r>
          <w:r w:rsidR="0019232D">
            <w:rPr>
              <w:rStyle w:val="slostrnky"/>
              <w:noProof/>
              <w:color w:val="auto"/>
            </w:rPr>
            <w:t>ve Slezsku“</w:t>
          </w:r>
          <w:r w:rsidRPr="00CD320A">
            <w:rPr>
              <w:rStyle w:val="slostrnky"/>
              <w:color w:val="auto"/>
            </w:rPr>
            <w:fldChar w:fldCharType="end"/>
          </w:r>
        </w:p>
      </w:tc>
      <w:tc>
        <w:tcPr>
          <w:tcW w:w="851" w:type="dxa"/>
          <w:vAlign w:val="bottom"/>
        </w:tcPr>
        <w:p w14:paraId="2662FDBB" w14:textId="0B251FAF"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6E15AA06"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9232D">
            <w:rPr>
              <w:rStyle w:val="Tun"/>
              <w:noProof/>
            </w:rPr>
            <w:t>„Rekonstrukce úseku tratě Opava Východ – Kravaře ve Slezsku“</w:t>
          </w:r>
          <w:r w:rsidRPr="00612EE8">
            <w:rPr>
              <w:rStyle w:val="Tun"/>
            </w:rPr>
            <w:fldChar w:fldCharType="end"/>
          </w:r>
        </w:p>
      </w:tc>
      <w:tc>
        <w:tcPr>
          <w:tcW w:w="851" w:type="dxa"/>
          <w:vAlign w:val="bottom"/>
        </w:tcPr>
        <w:p w14:paraId="398A9DD7" w14:textId="32430AC3"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5F1B54FD"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0C0816C9"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432F2B65"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9232D" w:rsidRPr="0019232D">
            <w:rPr>
              <w:rStyle w:val="slostrnky"/>
              <w:bCs/>
              <w:noProof/>
              <w:color w:val="auto"/>
            </w:rPr>
            <w:t xml:space="preserve">„Rekonstrukce úseku tratě Opava Východ – Kravaře </w:t>
          </w:r>
          <w:r w:rsidR="0019232D">
            <w:rPr>
              <w:rStyle w:val="slostrnky"/>
              <w:noProof/>
              <w:color w:val="auto"/>
            </w:rPr>
            <w:t>ve Slezsku“</w:t>
          </w:r>
          <w:r w:rsidRPr="00CD320A">
            <w:rPr>
              <w:rStyle w:val="slostrnky"/>
              <w:color w:val="auto"/>
            </w:rPr>
            <w:fldChar w:fldCharType="end"/>
          </w:r>
        </w:p>
      </w:tc>
      <w:tc>
        <w:tcPr>
          <w:tcW w:w="851" w:type="dxa"/>
          <w:vAlign w:val="bottom"/>
        </w:tcPr>
        <w:p w14:paraId="02146559" w14:textId="74CB2CFA"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2C8BDF8F"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9232D" w:rsidRPr="0019232D">
            <w:rPr>
              <w:rStyle w:val="slostrnky"/>
              <w:bCs/>
              <w:noProof/>
              <w:color w:val="auto"/>
            </w:rPr>
            <w:t xml:space="preserve">„Rekonstrukce úseku tratě Opava Východ – Kravaře </w:t>
          </w:r>
          <w:r w:rsidR="0019232D">
            <w:rPr>
              <w:rStyle w:val="slostrnky"/>
              <w:noProof/>
              <w:color w:val="auto"/>
            </w:rPr>
            <w:t>ve Slezsku“</w:t>
          </w:r>
          <w:r w:rsidRPr="00CD320A">
            <w:rPr>
              <w:rStyle w:val="slostrnky"/>
              <w:color w:val="auto"/>
            </w:rPr>
            <w:fldChar w:fldCharType="end"/>
          </w:r>
        </w:p>
      </w:tc>
      <w:tc>
        <w:tcPr>
          <w:tcW w:w="851" w:type="dxa"/>
          <w:vAlign w:val="bottom"/>
        </w:tcPr>
        <w:p w14:paraId="6ED45AC4" w14:textId="21C0FFDA"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2BE5D6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735DA736"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9232D" w:rsidRPr="0019232D">
            <w:rPr>
              <w:rStyle w:val="slostrnky"/>
              <w:bCs/>
              <w:noProof/>
              <w:color w:val="auto"/>
            </w:rPr>
            <w:t xml:space="preserve">„Rekonstrukce úseku tratě Opava Východ – Kravaře </w:t>
          </w:r>
          <w:r w:rsidR="0019232D">
            <w:rPr>
              <w:rStyle w:val="slostrnky"/>
              <w:noProof/>
              <w:color w:val="auto"/>
            </w:rPr>
            <w:t>ve Slezsku“</w:t>
          </w:r>
          <w:r w:rsidRPr="00CD320A">
            <w:rPr>
              <w:rStyle w:val="slostrnky"/>
              <w:color w:val="auto"/>
            </w:rPr>
            <w:fldChar w:fldCharType="end"/>
          </w:r>
        </w:p>
      </w:tc>
      <w:tc>
        <w:tcPr>
          <w:tcW w:w="851" w:type="dxa"/>
          <w:vAlign w:val="bottom"/>
        </w:tcPr>
        <w:p w14:paraId="2F48F259" w14:textId="178A18A8"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15F3FD33" w:rsidR="00CB2863" w:rsidRPr="00B8518B" w:rsidRDefault="00CB2863" w:rsidP="00460660">
    <w:pPr>
      <w:pStyle w:val="Zpat"/>
      <w:rPr>
        <w:sz w:val="2"/>
        <w:szCs w:val="2"/>
      </w:rPr>
    </w:pPr>
  </w:p>
  <w:p w14:paraId="4FA689EF" w14:textId="77777777" w:rsidR="00CB2863" w:rsidRPr="00B3350F" w:rsidRDefault="00CB286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857C152" w14:textId="77777777" w:rsidR="00CB2863" w:rsidRPr="00B8518B" w:rsidRDefault="00CB2863" w:rsidP="00C050AC">
    <w:pPr>
      <w:pStyle w:val="Zpat"/>
      <w:rPr>
        <w:sz w:val="2"/>
        <w:szCs w:val="2"/>
      </w:rPr>
    </w:pPr>
  </w:p>
  <w:p w14:paraId="19A02D60" w14:textId="31FCE54B" w:rsidR="00CB2863" w:rsidRPr="00EF529C" w:rsidRDefault="00CB2863" w:rsidP="00C050AC">
    <w:pPr>
      <w:pStyle w:val="Zpat"/>
      <w:rPr>
        <w:rFonts w:cs="Calibri"/>
        <w:sz w:val="4"/>
        <w:szCs w:val="4"/>
      </w:rPr>
    </w:pPr>
  </w:p>
  <w:p w14:paraId="73CA4CEC" w14:textId="77777777" w:rsidR="00CB2863" w:rsidRPr="00B8518B" w:rsidRDefault="00CB2863" w:rsidP="003F78B3">
    <w:pPr>
      <w:pStyle w:val="Zpat"/>
      <w:rPr>
        <w:sz w:val="2"/>
        <w:szCs w:val="2"/>
      </w:rPr>
    </w:pPr>
  </w:p>
  <w:p w14:paraId="54A6398B" w14:textId="77777777" w:rsidR="00CB2863" w:rsidRPr="00460660" w:rsidRDefault="00CB286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4E4D427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 xml:space="preserve">SMLOUVA O </w:t>
          </w:r>
          <w:proofErr w:type="gramStart"/>
          <w:r>
            <w:t>DÍLO - Zhotovení</w:t>
          </w:r>
          <w:proofErr w:type="gramEnd"/>
          <w:r>
            <w:t xml:space="preserve"> Projektové dokumentace a Stavby</w:t>
          </w:r>
        </w:p>
        <w:p w14:paraId="3285E196" w14:textId="6C7C0E7E"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9232D">
            <w:rPr>
              <w:rStyle w:val="Tun"/>
              <w:noProof/>
            </w:rPr>
            <w:t>„Rekonstrukce úseku tratě Opava Východ – Kravaře ve Slezsku“</w:t>
          </w:r>
          <w:r w:rsidRPr="00612EE8">
            <w:rPr>
              <w:rStyle w:val="Tun"/>
            </w:rPr>
            <w:fldChar w:fldCharType="end"/>
          </w:r>
        </w:p>
      </w:tc>
      <w:tc>
        <w:tcPr>
          <w:tcW w:w="851" w:type="dxa"/>
          <w:vAlign w:val="bottom"/>
        </w:tcPr>
        <w:p w14:paraId="552BFDC6" w14:textId="5E69F60E"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4E9E7FA1" w14:textId="77777777" w:rsidTr="007F1787">
      <w:tc>
        <w:tcPr>
          <w:tcW w:w="851" w:type="dxa"/>
          <w:tcMar>
            <w:left w:w="0" w:type="dxa"/>
            <w:right w:w="0" w:type="dxa"/>
          </w:tcMar>
          <w:vAlign w:val="bottom"/>
        </w:tcPr>
        <w:p w14:paraId="738F8EEA" w14:textId="4841BD54"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56AA975" w14:textId="45717D82" w:rsidR="00CB2863" w:rsidRPr="006B4C5E" w:rsidRDefault="00CB2863" w:rsidP="007F1787">
          <w:pPr>
            <w:pStyle w:val="Zpatvlevo"/>
            <w:rPr>
              <w:rStyle w:val="Tun"/>
            </w:rPr>
          </w:pPr>
          <w:r w:rsidRPr="006B4C5E">
            <w:rPr>
              <w:rStyle w:val="Tun"/>
            </w:rPr>
            <w:t xml:space="preserve">Příloha č. </w:t>
          </w:r>
          <w:r>
            <w:rPr>
              <w:rStyle w:val="Tun"/>
            </w:rPr>
            <w:t>2</w:t>
          </w:r>
        </w:p>
        <w:p w14:paraId="47F3D07C" w14:textId="77777777" w:rsidR="00CB2863" w:rsidRDefault="00CB2863" w:rsidP="007F1787">
          <w:pPr>
            <w:pStyle w:val="Zpatvlevo"/>
          </w:pPr>
          <w:r>
            <w:t>Smlouva o dílo – Zhotovení Projektové dokumentace a Stavby</w:t>
          </w:r>
        </w:p>
        <w:p w14:paraId="6F91FCDC" w14:textId="7FD3F899"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9232D">
            <w:rPr>
              <w:rStyle w:val="Tun"/>
              <w:noProof/>
            </w:rPr>
            <w:t>„Rekonstrukce úseku tratě Opava Východ – Kravaře ve Slezsku“</w:t>
          </w:r>
          <w:r w:rsidRPr="00612EE8">
            <w:rPr>
              <w:rStyle w:val="Tun"/>
            </w:rPr>
            <w:fldChar w:fldCharType="end"/>
          </w:r>
        </w:p>
      </w:tc>
    </w:tr>
  </w:tbl>
  <w:p w14:paraId="31931922" w14:textId="77777777" w:rsidR="00CB2863" w:rsidRPr="00430206" w:rsidRDefault="00CB28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4E6B6D00" w14:textId="77777777" w:rsidTr="00174201">
      <w:tc>
        <w:tcPr>
          <w:tcW w:w="7881" w:type="dxa"/>
          <w:vAlign w:val="bottom"/>
        </w:tcPr>
        <w:p w14:paraId="45426DF3" w14:textId="2307AADA" w:rsidR="00CB2863" w:rsidRPr="006B4C5E" w:rsidRDefault="00CB2863" w:rsidP="00174201">
          <w:pPr>
            <w:pStyle w:val="Zpatvpravo"/>
            <w:rPr>
              <w:rStyle w:val="Tun"/>
            </w:rPr>
          </w:pPr>
          <w:r w:rsidRPr="006B4C5E">
            <w:rPr>
              <w:rStyle w:val="Tun"/>
            </w:rPr>
            <w:t>Příloha č.</w:t>
          </w:r>
          <w:r>
            <w:rPr>
              <w:rStyle w:val="Tun"/>
            </w:rPr>
            <w:t xml:space="preserve"> 2</w:t>
          </w:r>
        </w:p>
        <w:p w14:paraId="2080E2F7" w14:textId="77777777" w:rsidR="00CB2863" w:rsidRDefault="00CB2863" w:rsidP="00174201">
          <w:pPr>
            <w:pStyle w:val="Zpatvpravo"/>
          </w:pPr>
          <w:r>
            <w:t>Smlouva o dílo – Zhotovení Projektové dokumentace a Stavby</w:t>
          </w:r>
        </w:p>
        <w:p w14:paraId="0B8FCF7D" w14:textId="3FE71459"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9232D">
            <w:rPr>
              <w:rStyle w:val="Tun"/>
              <w:noProof/>
            </w:rPr>
            <w:t>„Rekonstrukce úseku tratě Opava Východ – Kravaře ve Slezsku“</w:t>
          </w:r>
          <w:r w:rsidRPr="00612EE8">
            <w:rPr>
              <w:rStyle w:val="Tun"/>
            </w:rPr>
            <w:fldChar w:fldCharType="end"/>
          </w:r>
        </w:p>
      </w:tc>
      <w:tc>
        <w:tcPr>
          <w:tcW w:w="851" w:type="dxa"/>
          <w:vAlign w:val="bottom"/>
        </w:tcPr>
        <w:p w14:paraId="271792E7" w14:textId="5C7991EA"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4</w:t>
          </w:r>
          <w:r w:rsidRPr="007145F3">
            <w:rPr>
              <w:b/>
              <w:noProof/>
              <w:color w:val="FF5200" w:themeColor="accent2"/>
              <w:sz w:val="14"/>
              <w:szCs w:val="14"/>
            </w:rPr>
            <w:fldChar w:fldCharType="end"/>
          </w:r>
        </w:p>
      </w:tc>
    </w:tr>
  </w:tbl>
  <w:p w14:paraId="0A4184FA" w14:textId="77777777" w:rsidR="00CB2863" w:rsidRPr="00B8518B" w:rsidRDefault="00CB28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0D305FCB"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51800180"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069B468D"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9232D">
            <w:rPr>
              <w:rStyle w:val="Tun"/>
              <w:noProof/>
            </w:rPr>
            <w:t>„Rekonstrukce úseku tratě Opava Východ – Kravaře ve Slezsku“</w:t>
          </w:r>
          <w:r w:rsidRPr="00612EE8">
            <w:rPr>
              <w:rStyle w:val="Tun"/>
            </w:rPr>
            <w:fldChar w:fldCharType="end"/>
          </w:r>
        </w:p>
      </w:tc>
      <w:tc>
        <w:tcPr>
          <w:tcW w:w="851" w:type="dxa"/>
          <w:vAlign w:val="bottom"/>
        </w:tcPr>
        <w:p w14:paraId="3551588D" w14:textId="30A30A68"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32D">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E7BCD" w14:textId="77777777" w:rsidR="001A378C" w:rsidRDefault="001A378C" w:rsidP="00962258">
      <w:pPr>
        <w:spacing w:after="0" w:line="240" w:lineRule="auto"/>
      </w:pPr>
      <w:r>
        <w:separator/>
      </w:r>
    </w:p>
  </w:footnote>
  <w:footnote w:type="continuationSeparator" w:id="0">
    <w:p w14:paraId="5F3B6EC8" w14:textId="77777777" w:rsidR="001A378C" w:rsidRDefault="001A37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1E1228CB"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11D11F99" w:rsidR="00CB2863" w:rsidRPr="00D6163D" w:rsidRDefault="00CB286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CDBA836"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34D224D4" w:rsidR="00CB2863" w:rsidRPr="00D6163D" w:rsidRDefault="00CB286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62821E52" w:rsidR="00CB2863" w:rsidRDefault="00CB286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05C7F156"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6CF3241" w:rsidR="00CB2863" w:rsidRDefault="00CB286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690819B5" w:rsidR="00CB2863" w:rsidRPr="00D6163D" w:rsidRDefault="00CB286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E8C5790"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17359B1D" w:rsidR="00CB2863" w:rsidRDefault="00CB286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65D0D2D8" w:rsidR="00CB2863" w:rsidRPr="00D6163D" w:rsidRDefault="00CB28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4A54461A" w:rsidR="00CB2863" w:rsidRPr="00B8518B" w:rsidRDefault="00CB2863" w:rsidP="00523EA7">
          <w:pPr>
            <w:pStyle w:val="Zpat"/>
            <w:rPr>
              <w:rStyle w:val="slostrnky"/>
            </w:rPr>
          </w:pPr>
        </w:p>
      </w:tc>
      <w:tc>
        <w:tcPr>
          <w:tcW w:w="3458" w:type="dxa"/>
          <w:tcMar>
            <w:top w:w="57" w:type="dxa"/>
            <w:left w:w="0" w:type="dxa"/>
            <w:right w:w="0" w:type="dxa"/>
          </w:tcMar>
        </w:tcPr>
        <w:p w14:paraId="621FF704" w14:textId="77777777" w:rsidR="00CB2863" w:rsidRDefault="00CB2863" w:rsidP="00523EA7">
          <w:pPr>
            <w:pStyle w:val="Zpat"/>
          </w:pPr>
        </w:p>
      </w:tc>
      <w:tc>
        <w:tcPr>
          <w:tcW w:w="5698" w:type="dxa"/>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02BA90DE" w:rsidR="00CB2863" w:rsidRPr="00B8518B" w:rsidRDefault="00CB2863" w:rsidP="00FC6389">
          <w:pPr>
            <w:pStyle w:val="Zpat"/>
            <w:rPr>
              <w:rStyle w:val="slostrnky"/>
            </w:rPr>
          </w:pPr>
        </w:p>
      </w:tc>
      <w:tc>
        <w:tcPr>
          <w:tcW w:w="3458" w:type="dxa"/>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tcMar>
            <w:left w:w="0" w:type="dxa"/>
            <w:right w:w="0" w:type="dxa"/>
          </w:tcMar>
        </w:tcPr>
        <w:p w14:paraId="64D7454E" w14:textId="77777777" w:rsidR="00CB2863" w:rsidRDefault="00CB2863" w:rsidP="00FC6389">
          <w:pPr>
            <w:pStyle w:val="Zpat"/>
          </w:pPr>
        </w:p>
      </w:tc>
      <w:tc>
        <w:tcPr>
          <w:tcW w:w="5756" w:type="dxa"/>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41F5834A" w:rsidR="00CB2863" w:rsidRPr="00D6163D" w:rsidRDefault="00CB28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08DDD9B4" w:rsidR="00CB2863" w:rsidRDefault="00CB286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4F3A4109" w:rsidR="00CB2863" w:rsidRPr="00D6163D" w:rsidRDefault="00CB286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184FFA19"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445F5516"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1EB5ED5A" w:rsidR="00CB2863" w:rsidRPr="00D6163D" w:rsidRDefault="00CB28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88C0B3F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1D79AA"/>
    <w:multiLevelType w:val="hybridMultilevel"/>
    <w:tmpl w:val="670A7DD6"/>
    <w:lvl w:ilvl="0" w:tplc="0486D55A">
      <w:start w:val="1"/>
      <w:numFmt w:val="bullet"/>
      <w:lvlText w:val=""/>
      <w:lvlJc w:val="left"/>
      <w:pPr>
        <w:ind w:left="1440" w:hanging="360"/>
      </w:pPr>
      <w:rPr>
        <w:rFonts w:ascii="Symbol" w:hAnsi="Symbol"/>
      </w:rPr>
    </w:lvl>
    <w:lvl w:ilvl="1" w:tplc="5490885C">
      <w:start w:val="1"/>
      <w:numFmt w:val="bullet"/>
      <w:lvlText w:val=""/>
      <w:lvlJc w:val="left"/>
      <w:pPr>
        <w:ind w:left="1440" w:hanging="360"/>
      </w:pPr>
      <w:rPr>
        <w:rFonts w:ascii="Symbol" w:hAnsi="Symbol"/>
      </w:rPr>
    </w:lvl>
    <w:lvl w:ilvl="2" w:tplc="DC5A1D90">
      <w:start w:val="1"/>
      <w:numFmt w:val="bullet"/>
      <w:lvlText w:val=""/>
      <w:lvlJc w:val="left"/>
      <w:pPr>
        <w:ind w:left="1440" w:hanging="360"/>
      </w:pPr>
      <w:rPr>
        <w:rFonts w:ascii="Symbol" w:hAnsi="Symbol"/>
      </w:rPr>
    </w:lvl>
    <w:lvl w:ilvl="3" w:tplc="8B32A512">
      <w:start w:val="1"/>
      <w:numFmt w:val="bullet"/>
      <w:lvlText w:val=""/>
      <w:lvlJc w:val="left"/>
      <w:pPr>
        <w:ind w:left="1440" w:hanging="360"/>
      </w:pPr>
      <w:rPr>
        <w:rFonts w:ascii="Symbol" w:hAnsi="Symbol"/>
      </w:rPr>
    </w:lvl>
    <w:lvl w:ilvl="4" w:tplc="4894E580">
      <w:start w:val="1"/>
      <w:numFmt w:val="bullet"/>
      <w:lvlText w:val=""/>
      <w:lvlJc w:val="left"/>
      <w:pPr>
        <w:ind w:left="1440" w:hanging="360"/>
      </w:pPr>
      <w:rPr>
        <w:rFonts w:ascii="Symbol" w:hAnsi="Symbol"/>
      </w:rPr>
    </w:lvl>
    <w:lvl w:ilvl="5" w:tplc="F2A67758">
      <w:start w:val="1"/>
      <w:numFmt w:val="bullet"/>
      <w:lvlText w:val=""/>
      <w:lvlJc w:val="left"/>
      <w:pPr>
        <w:ind w:left="1440" w:hanging="360"/>
      </w:pPr>
      <w:rPr>
        <w:rFonts w:ascii="Symbol" w:hAnsi="Symbol"/>
      </w:rPr>
    </w:lvl>
    <w:lvl w:ilvl="6" w:tplc="E0FE22D8">
      <w:start w:val="1"/>
      <w:numFmt w:val="bullet"/>
      <w:lvlText w:val=""/>
      <w:lvlJc w:val="left"/>
      <w:pPr>
        <w:ind w:left="1440" w:hanging="360"/>
      </w:pPr>
      <w:rPr>
        <w:rFonts w:ascii="Symbol" w:hAnsi="Symbol"/>
      </w:rPr>
    </w:lvl>
    <w:lvl w:ilvl="7" w:tplc="FF60C64A">
      <w:start w:val="1"/>
      <w:numFmt w:val="bullet"/>
      <w:lvlText w:val=""/>
      <w:lvlJc w:val="left"/>
      <w:pPr>
        <w:ind w:left="1440" w:hanging="360"/>
      </w:pPr>
      <w:rPr>
        <w:rFonts w:ascii="Symbol" w:hAnsi="Symbol"/>
      </w:rPr>
    </w:lvl>
    <w:lvl w:ilvl="8" w:tplc="7EEA41FC">
      <w:start w:val="1"/>
      <w:numFmt w:val="bullet"/>
      <w:lvlText w:val=""/>
      <w:lvlJc w:val="left"/>
      <w:pPr>
        <w:ind w:left="1440" w:hanging="360"/>
      </w:pPr>
      <w:rPr>
        <w:rFonts w:ascii="Symbol" w:hAnsi="Symbol"/>
      </w:rPr>
    </w:lvl>
  </w:abstractNum>
  <w:abstractNum w:abstractNumId="13"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77443524">
    <w:abstractNumId w:val="6"/>
  </w:num>
  <w:num w:numId="2" w16cid:durableId="1226259772">
    <w:abstractNumId w:val="3"/>
  </w:num>
  <w:num w:numId="3" w16cid:durableId="384254549">
    <w:abstractNumId w:val="7"/>
  </w:num>
  <w:num w:numId="4" w16cid:durableId="1628775880">
    <w:abstractNumId w:val="8"/>
  </w:num>
  <w:num w:numId="5" w16cid:durableId="1243680872">
    <w:abstractNumId w:val="11"/>
  </w:num>
  <w:num w:numId="6" w16cid:durableId="1663776755">
    <w:abstractNumId w:val="14"/>
  </w:num>
  <w:num w:numId="7" w16cid:durableId="1117024132">
    <w:abstractNumId w:val="2"/>
  </w:num>
  <w:num w:numId="8" w16cid:durableId="363335687">
    <w:abstractNumId w:val="5"/>
  </w:num>
  <w:num w:numId="9" w16cid:durableId="1494641096">
    <w:abstractNumId w:val="16"/>
  </w:num>
  <w:num w:numId="10" w16cid:durableId="1884634812">
    <w:abstractNumId w:val="9"/>
  </w:num>
  <w:num w:numId="11" w16cid:durableId="1484082321">
    <w:abstractNumId w:val="10"/>
  </w:num>
  <w:num w:numId="12" w16cid:durableId="428432204">
    <w:abstractNumId w:val="4"/>
  </w:num>
  <w:num w:numId="13" w16cid:durableId="163516709">
    <w:abstractNumId w:val="7"/>
  </w:num>
  <w:num w:numId="14" w16cid:durableId="8222359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6751180">
    <w:abstractNumId w:val="4"/>
  </w:num>
  <w:num w:numId="16" w16cid:durableId="529299833">
    <w:abstractNumId w:val="15"/>
  </w:num>
  <w:num w:numId="17" w16cid:durableId="1061290847">
    <w:abstractNumId w:val="0"/>
  </w:num>
  <w:num w:numId="18" w16cid:durableId="128861748">
    <w:abstractNumId w:val="1"/>
  </w:num>
  <w:num w:numId="19" w16cid:durableId="4438873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5702626">
    <w:abstractNumId w:val="4"/>
    <w:lvlOverride w:ilvl="0">
      <w:startOverride w:val="22"/>
    </w:lvlOverride>
  </w:num>
  <w:num w:numId="21" w16cid:durableId="553005833">
    <w:abstractNumId w:val="13"/>
  </w:num>
  <w:num w:numId="22" w16cid:durableId="1799446177">
    <w:abstractNumId w:val="4"/>
  </w:num>
  <w:num w:numId="23" w16cid:durableId="516306898">
    <w:abstractNumId w:val="0"/>
  </w:num>
  <w:num w:numId="24" w16cid:durableId="1243687741">
    <w:abstractNumId w:val="4"/>
  </w:num>
  <w:num w:numId="25" w16cid:durableId="1720544301">
    <w:abstractNumId w:val="4"/>
  </w:num>
  <w:num w:numId="26" w16cid:durableId="1512455477">
    <w:abstractNumId w:val="4"/>
  </w:num>
  <w:num w:numId="27" w16cid:durableId="151730997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6586"/>
    <w:rsid w:val="00027CCC"/>
    <w:rsid w:val="00031866"/>
    <w:rsid w:val="00041EC8"/>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76341"/>
    <w:rsid w:val="00093379"/>
    <w:rsid w:val="00095800"/>
    <w:rsid w:val="00096418"/>
    <w:rsid w:val="000B4EB8"/>
    <w:rsid w:val="000C1451"/>
    <w:rsid w:val="000C41F2"/>
    <w:rsid w:val="000D22C4"/>
    <w:rsid w:val="000D27D1"/>
    <w:rsid w:val="000D3019"/>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2744E"/>
    <w:rsid w:val="00143EC0"/>
    <w:rsid w:val="00151B44"/>
    <w:rsid w:val="0016043D"/>
    <w:rsid w:val="001656A2"/>
    <w:rsid w:val="00165977"/>
    <w:rsid w:val="00170BAF"/>
    <w:rsid w:val="00170EC5"/>
    <w:rsid w:val="00174201"/>
    <w:rsid w:val="001747C1"/>
    <w:rsid w:val="00177D6B"/>
    <w:rsid w:val="0018163F"/>
    <w:rsid w:val="00183196"/>
    <w:rsid w:val="00186777"/>
    <w:rsid w:val="00191F90"/>
    <w:rsid w:val="0019232D"/>
    <w:rsid w:val="001A1877"/>
    <w:rsid w:val="001A378C"/>
    <w:rsid w:val="001A6625"/>
    <w:rsid w:val="001A701E"/>
    <w:rsid w:val="001B4E74"/>
    <w:rsid w:val="001B625A"/>
    <w:rsid w:val="001C014B"/>
    <w:rsid w:val="001C047D"/>
    <w:rsid w:val="001C0C02"/>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049E"/>
    <w:rsid w:val="00261A5B"/>
    <w:rsid w:val="00262E5B"/>
    <w:rsid w:val="00264D97"/>
    <w:rsid w:val="00267B0A"/>
    <w:rsid w:val="00272BE9"/>
    <w:rsid w:val="0027436B"/>
    <w:rsid w:val="002762D9"/>
    <w:rsid w:val="00276AFE"/>
    <w:rsid w:val="00296FA8"/>
    <w:rsid w:val="002A0921"/>
    <w:rsid w:val="002A3B57"/>
    <w:rsid w:val="002B10D5"/>
    <w:rsid w:val="002B472C"/>
    <w:rsid w:val="002C31BF"/>
    <w:rsid w:val="002D704C"/>
    <w:rsid w:val="002D7FD6"/>
    <w:rsid w:val="002E0CD7"/>
    <w:rsid w:val="002E0CFB"/>
    <w:rsid w:val="002E5C7B"/>
    <w:rsid w:val="002F11B5"/>
    <w:rsid w:val="002F4333"/>
    <w:rsid w:val="0032489D"/>
    <w:rsid w:val="00325337"/>
    <w:rsid w:val="00326FD0"/>
    <w:rsid w:val="00327EEF"/>
    <w:rsid w:val="0033239F"/>
    <w:rsid w:val="003345ED"/>
    <w:rsid w:val="00341FE6"/>
    <w:rsid w:val="0034274B"/>
    <w:rsid w:val="00345622"/>
    <w:rsid w:val="00346D1B"/>
    <w:rsid w:val="0034719F"/>
    <w:rsid w:val="00350A35"/>
    <w:rsid w:val="003571D8"/>
    <w:rsid w:val="00357BC6"/>
    <w:rsid w:val="003610C9"/>
    <w:rsid w:val="00361422"/>
    <w:rsid w:val="0036193B"/>
    <w:rsid w:val="00365243"/>
    <w:rsid w:val="00372465"/>
    <w:rsid w:val="0037545D"/>
    <w:rsid w:val="0038064D"/>
    <w:rsid w:val="0038392C"/>
    <w:rsid w:val="00392910"/>
    <w:rsid w:val="00392EB6"/>
    <w:rsid w:val="003956C6"/>
    <w:rsid w:val="003A5B76"/>
    <w:rsid w:val="003B03FF"/>
    <w:rsid w:val="003B23D6"/>
    <w:rsid w:val="003C1852"/>
    <w:rsid w:val="003C33F2"/>
    <w:rsid w:val="003D1A86"/>
    <w:rsid w:val="003D756E"/>
    <w:rsid w:val="003E27BB"/>
    <w:rsid w:val="003E420D"/>
    <w:rsid w:val="003E4C13"/>
    <w:rsid w:val="003F1D63"/>
    <w:rsid w:val="003F2B1B"/>
    <w:rsid w:val="003F78B3"/>
    <w:rsid w:val="00400DE6"/>
    <w:rsid w:val="00403963"/>
    <w:rsid w:val="004078F3"/>
    <w:rsid w:val="00427794"/>
    <w:rsid w:val="00430206"/>
    <w:rsid w:val="004326FB"/>
    <w:rsid w:val="004328E4"/>
    <w:rsid w:val="00434845"/>
    <w:rsid w:val="004449FF"/>
    <w:rsid w:val="00450F07"/>
    <w:rsid w:val="00453CD3"/>
    <w:rsid w:val="00460660"/>
    <w:rsid w:val="00464BA9"/>
    <w:rsid w:val="0047443D"/>
    <w:rsid w:val="00476E37"/>
    <w:rsid w:val="0048340C"/>
    <w:rsid w:val="00483969"/>
    <w:rsid w:val="00485420"/>
    <w:rsid w:val="00486107"/>
    <w:rsid w:val="00491827"/>
    <w:rsid w:val="00491F85"/>
    <w:rsid w:val="004945A7"/>
    <w:rsid w:val="004A0B52"/>
    <w:rsid w:val="004A2B7A"/>
    <w:rsid w:val="004B2233"/>
    <w:rsid w:val="004C4399"/>
    <w:rsid w:val="004C787C"/>
    <w:rsid w:val="004D09FB"/>
    <w:rsid w:val="004D0AD8"/>
    <w:rsid w:val="004D142C"/>
    <w:rsid w:val="004E286B"/>
    <w:rsid w:val="004E5212"/>
    <w:rsid w:val="004E6233"/>
    <w:rsid w:val="004E7307"/>
    <w:rsid w:val="004E7A1F"/>
    <w:rsid w:val="004F4B9B"/>
    <w:rsid w:val="004F5309"/>
    <w:rsid w:val="00502690"/>
    <w:rsid w:val="0050666E"/>
    <w:rsid w:val="00511AB9"/>
    <w:rsid w:val="00516690"/>
    <w:rsid w:val="00523BB5"/>
    <w:rsid w:val="00523EA7"/>
    <w:rsid w:val="00525A5C"/>
    <w:rsid w:val="00533A0C"/>
    <w:rsid w:val="00535D75"/>
    <w:rsid w:val="005406EB"/>
    <w:rsid w:val="00540CDF"/>
    <w:rsid w:val="00541D23"/>
    <w:rsid w:val="00544816"/>
    <w:rsid w:val="00544F6B"/>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43B"/>
    <w:rsid w:val="005C2C22"/>
    <w:rsid w:val="005C4AA5"/>
    <w:rsid w:val="005C506D"/>
    <w:rsid w:val="005C6D87"/>
    <w:rsid w:val="005D3C39"/>
    <w:rsid w:val="005D6794"/>
    <w:rsid w:val="005E58D0"/>
    <w:rsid w:val="005E5D2E"/>
    <w:rsid w:val="005E7125"/>
    <w:rsid w:val="005F3A47"/>
    <w:rsid w:val="005F7C4E"/>
    <w:rsid w:val="00600ECE"/>
    <w:rsid w:val="00601A8C"/>
    <w:rsid w:val="00602061"/>
    <w:rsid w:val="00610200"/>
    <w:rsid w:val="0061068E"/>
    <w:rsid w:val="006115D3"/>
    <w:rsid w:val="00612EE8"/>
    <w:rsid w:val="00634019"/>
    <w:rsid w:val="006431D4"/>
    <w:rsid w:val="00644144"/>
    <w:rsid w:val="00645153"/>
    <w:rsid w:val="0065610E"/>
    <w:rsid w:val="00660AD3"/>
    <w:rsid w:val="00666E38"/>
    <w:rsid w:val="006776B6"/>
    <w:rsid w:val="00677DDE"/>
    <w:rsid w:val="00684B84"/>
    <w:rsid w:val="00687E20"/>
    <w:rsid w:val="00692F07"/>
    <w:rsid w:val="00693150"/>
    <w:rsid w:val="006A46FC"/>
    <w:rsid w:val="006A5570"/>
    <w:rsid w:val="006A689C"/>
    <w:rsid w:val="006A6957"/>
    <w:rsid w:val="006B17E4"/>
    <w:rsid w:val="006B3D79"/>
    <w:rsid w:val="006B4C5E"/>
    <w:rsid w:val="006B6FE4"/>
    <w:rsid w:val="006C14B9"/>
    <w:rsid w:val="006C2343"/>
    <w:rsid w:val="006C237F"/>
    <w:rsid w:val="006C2E67"/>
    <w:rsid w:val="006C442A"/>
    <w:rsid w:val="006D1A01"/>
    <w:rsid w:val="006D73E5"/>
    <w:rsid w:val="006E0578"/>
    <w:rsid w:val="006E314D"/>
    <w:rsid w:val="006F7828"/>
    <w:rsid w:val="00701441"/>
    <w:rsid w:val="00704B52"/>
    <w:rsid w:val="00704D1E"/>
    <w:rsid w:val="007102D9"/>
    <w:rsid w:val="00710723"/>
    <w:rsid w:val="0071279A"/>
    <w:rsid w:val="007145F3"/>
    <w:rsid w:val="007219C0"/>
    <w:rsid w:val="00723ED1"/>
    <w:rsid w:val="00736294"/>
    <w:rsid w:val="00736E5D"/>
    <w:rsid w:val="00736F2F"/>
    <w:rsid w:val="00740AF5"/>
    <w:rsid w:val="00743525"/>
    <w:rsid w:val="007452C3"/>
    <w:rsid w:val="0074581A"/>
    <w:rsid w:val="007470DC"/>
    <w:rsid w:val="007541A2"/>
    <w:rsid w:val="00755818"/>
    <w:rsid w:val="007616C2"/>
    <w:rsid w:val="0076286B"/>
    <w:rsid w:val="00763964"/>
    <w:rsid w:val="00766846"/>
    <w:rsid w:val="00770A10"/>
    <w:rsid w:val="0077673A"/>
    <w:rsid w:val="0077707B"/>
    <w:rsid w:val="00780051"/>
    <w:rsid w:val="007821B8"/>
    <w:rsid w:val="00783D33"/>
    <w:rsid w:val="007846E1"/>
    <w:rsid w:val="007847D6"/>
    <w:rsid w:val="00794630"/>
    <w:rsid w:val="007A06CA"/>
    <w:rsid w:val="007A2288"/>
    <w:rsid w:val="007A5172"/>
    <w:rsid w:val="007A67A0"/>
    <w:rsid w:val="007B0D3C"/>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3A4"/>
    <w:rsid w:val="00821D01"/>
    <w:rsid w:val="00826B7B"/>
    <w:rsid w:val="00827ABA"/>
    <w:rsid w:val="008455B0"/>
    <w:rsid w:val="00846789"/>
    <w:rsid w:val="0084687E"/>
    <w:rsid w:val="008519BC"/>
    <w:rsid w:val="008667C5"/>
    <w:rsid w:val="00866994"/>
    <w:rsid w:val="008728C4"/>
    <w:rsid w:val="0087699C"/>
    <w:rsid w:val="00890D67"/>
    <w:rsid w:val="00897A52"/>
    <w:rsid w:val="008A3568"/>
    <w:rsid w:val="008A39A0"/>
    <w:rsid w:val="008A5C2D"/>
    <w:rsid w:val="008B2837"/>
    <w:rsid w:val="008C367B"/>
    <w:rsid w:val="008C50F3"/>
    <w:rsid w:val="008C7EFE"/>
    <w:rsid w:val="008D03B9"/>
    <w:rsid w:val="008D30C7"/>
    <w:rsid w:val="008D546F"/>
    <w:rsid w:val="008D659B"/>
    <w:rsid w:val="008D79E3"/>
    <w:rsid w:val="008E7D09"/>
    <w:rsid w:val="008F01C6"/>
    <w:rsid w:val="008F0606"/>
    <w:rsid w:val="008F18D6"/>
    <w:rsid w:val="008F2C9B"/>
    <w:rsid w:val="008F7757"/>
    <w:rsid w:val="008F797B"/>
    <w:rsid w:val="00901465"/>
    <w:rsid w:val="00902D2D"/>
    <w:rsid w:val="00904780"/>
    <w:rsid w:val="0090635B"/>
    <w:rsid w:val="00922385"/>
    <w:rsid w:val="009223DF"/>
    <w:rsid w:val="00923D07"/>
    <w:rsid w:val="00936091"/>
    <w:rsid w:val="00940D8A"/>
    <w:rsid w:val="009463C4"/>
    <w:rsid w:val="00953609"/>
    <w:rsid w:val="0095472E"/>
    <w:rsid w:val="009557F1"/>
    <w:rsid w:val="0095772D"/>
    <w:rsid w:val="00962258"/>
    <w:rsid w:val="00965115"/>
    <w:rsid w:val="009678B7"/>
    <w:rsid w:val="00970120"/>
    <w:rsid w:val="00975B51"/>
    <w:rsid w:val="0097746C"/>
    <w:rsid w:val="0098286D"/>
    <w:rsid w:val="009845FC"/>
    <w:rsid w:val="00987F3B"/>
    <w:rsid w:val="00992BFD"/>
    <w:rsid w:val="00992D9C"/>
    <w:rsid w:val="009934E0"/>
    <w:rsid w:val="00994B00"/>
    <w:rsid w:val="00996CB8"/>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78F4"/>
    <w:rsid w:val="00A40E7E"/>
    <w:rsid w:val="00A450EE"/>
    <w:rsid w:val="00A50641"/>
    <w:rsid w:val="00A530BF"/>
    <w:rsid w:val="00A6177B"/>
    <w:rsid w:val="00A66136"/>
    <w:rsid w:val="00A67D0D"/>
    <w:rsid w:val="00A71189"/>
    <w:rsid w:val="00A7364A"/>
    <w:rsid w:val="00A74DCC"/>
    <w:rsid w:val="00A753ED"/>
    <w:rsid w:val="00A77512"/>
    <w:rsid w:val="00A909B0"/>
    <w:rsid w:val="00A94B7E"/>
    <w:rsid w:val="00A94C2F"/>
    <w:rsid w:val="00A94EC4"/>
    <w:rsid w:val="00AA4CBB"/>
    <w:rsid w:val="00AA65FA"/>
    <w:rsid w:val="00AA7351"/>
    <w:rsid w:val="00AA7AB8"/>
    <w:rsid w:val="00AB13C4"/>
    <w:rsid w:val="00AB5342"/>
    <w:rsid w:val="00AB7004"/>
    <w:rsid w:val="00AD056F"/>
    <w:rsid w:val="00AD0C7B"/>
    <w:rsid w:val="00AD57AF"/>
    <w:rsid w:val="00AD5F1A"/>
    <w:rsid w:val="00AD6731"/>
    <w:rsid w:val="00AE2C4A"/>
    <w:rsid w:val="00AE37D3"/>
    <w:rsid w:val="00B008D5"/>
    <w:rsid w:val="00B02F73"/>
    <w:rsid w:val="00B05B31"/>
    <w:rsid w:val="00B0619F"/>
    <w:rsid w:val="00B13A26"/>
    <w:rsid w:val="00B15D0D"/>
    <w:rsid w:val="00B22106"/>
    <w:rsid w:val="00B23DD3"/>
    <w:rsid w:val="00B301FA"/>
    <w:rsid w:val="00B4031E"/>
    <w:rsid w:val="00B42F40"/>
    <w:rsid w:val="00B4724A"/>
    <w:rsid w:val="00B51B43"/>
    <w:rsid w:val="00B53196"/>
    <w:rsid w:val="00B5431A"/>
    <w:rsid w:val="00B678DD"/>
    <w:rsid w:val="00B72325"/>
    <w:rsid w:val="00B738A3"/>
    <w:rsid w:val="00B73D10"/>
    <w:rsid w:val="00B75EE1"/>
    <w:rsid w:val="00B77481"/>
    <w:rsid w:val="00B8518B"/>
    <w:rsid w:val="00B93E5E"/>
    <w:rsid w:val="00B9540A"/>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14CDA"/>
    <w:rsid w:val="00C226C0"/>
    <w:rsid w:val="00C32A57"/>
    <w:rsid w:val="00C36DDB"/>
    <w:rsid w:val="00C42FE6"/>
    <w:rsid w:val="00C44D69"/>
    <w:rsid w:val="00C44F6A"/>
    <w:rsid w:val="00C60497"/>
    <w:rsid w:val="00C6198E"/>
    <w:rsid w:val="00C64DF9"/>
    <w:rsid w:val="00C651E8"/>
    <w:rsid w:val="00C708EA"/>
    <w:rsid w:val="00C71538"/>
    <w:rsid w:val="00C738C8"/>
    <w:rsid w:val="00C7584F"/>
    <w:rsid w:val="00C75E07"/>
    <w:rsid w:val="00C778A5"/>
    <w:rsid w:val="00C81249"/>
    <w:rsid w:val="00C90755"/>
    <w:rsid w:val="00C95162"/>
    <w:rsid w:val="00CA67C7"/>
    <w:rsid w:val="00CB1118"/>
    <w:rsid w:val="00CB2863"/>
    <w:rsid w:val="00CB4F6D"/>
    <w:rsid w:val="00CB6A37"/>
    <w:rsid w:val="00CB7684"/>
    <w:rsid w:val="00CC4266"/>
    <w:rsid w:val="00CC4EA8"/>
    <w:rsid w:val="00CC6517"/>
    <w:rsid w:val="00CC7C8F"/>
    <w:rsid w:val="00CD1FC4"/>
    <w:rsid w:val="00CD320A"/>
    <w:rsid w:val="00CD449C"/>
    <w:rsid w:val="00CE08BD"/>
    <w:rsid w:val="00CE398F"/>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45229"/>
    <w:rsid w:val="00D500BF"/>
    <w:rsid w:val="00D53B84"/>
    <w:rsid w:val="00D56B5C"/>
    <w:rsid w:val="00D6163D"/>
    <w:rsid w:val="00D70440"/>
    <w:rsid w:val="00D733F8"/>
    <w:rsid w:val="00D82AD6"/>
    <w:rsid w:val="00D831A3"/>
    <w:rsid w:val="00D8491D"/>
    <w:rsid w:val="00D87E3A"/>
    <w:rsid w:val="00D87FBE"/>
    <w:rsid w:val="00D931F7"/>
    <w:rsid w:val="00D97BE3"/>
    <w:rsid w:val="00DA099D"/>
    <w:rsid w:val="00DA3711"/>
    <w:rsid w:val="00DB063B"/>
    <w:rsid w:val="00DC5F29"/>
    <w:rsid w:val="00DC5F49"/>
    <w:rsid w:val="00DD17EE"/>
    <w:rsid w:val="00DD46F3"/>
    <w:rsid w:val="00DE51C2"/>
    <w:rsid w:val="00DE56F2"/>
    <w:rsid w:val="00DF116D"/>
    <w:rsid w:val="00DF4EF9"/>
    <w:rsid w:val="00E02890"/>
    <w:rsid w:val="00E16FF7"/>
    <w:rsid w:val="00E2148B"/>
    <w:rsid w:val="00E26D68"/>
    <w:rsid w:val="00E409AE"/>
    <w:rsid w:val="00E44045"/>
    <w:rsid w:val="00E4681D"/>
    <w:rsid w:val="00E618C4"/>
    <w:rsid w:val="00E7415D"/>
    <w:rsid w:val="00E74455"/>
    <w:rsid w:val="00E75576"/>
    <w:rsid w:val="00E75BF1"/>
    <w:rsid w:val="00E878EE"/>
    <w:rsid w:val="00E901A3"/>
    <w:rsid w:val="00E9225A"/>
    <w:rsid w:val="00EA585B"/>
    <w:rsid w:val="00EA6EC7"/>
    <w:rsid w:val="00EA71B2"/>
    <w:rsid w:val="00EB104F"/>
    <w:rsid w:val="00EB46E5"/>
    <w:rsid w:val="00EB4C66"/>
    <w:rsid w:val="00EB7E60"/>
    <w:rsid w:val="00EC11D7"/>
    <w:rsid w:val="00EC7C86"/>
    <w:rsid w:val="00ED14BD"/>
    <w:rsid w:val="00EE12E2"/>
    <w:rsid w:val="00EF76CB"/>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A593E"/>
    <w:rsid w:val="00FB08E0"/>
    <w:rsid w:val="00FB25A7"/>
    <w:rsid w:val="00FB2D4A"/>
    <w:rsid w:val="00FB4F77"/>
    <w:rsid w:val="00FB6342"/>
    <w:rsid w:val="00FC0A15"/>
    <w:rsid w:val="00FC1C65"/>
    <w:rsid w:val="00FC3E00"/>
    <w:rsid w:val="00FC4EC4"/>
    <w:rsid w:val="00FC6389"/>
    <w:rsid w:val="00FE040B"/>
    <w:rsid w:val="00FE6AEC"/>
    <w:rsid w:val="00FE7B09"/>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 w:type="table" w:customStyle="1" w:styleId="Tabulka11">
    <w:name w:val="_Tabulka_11"/>
    <w:basedOn w:val="Mkatabulky"/>
    <w:uiPriority w:val="99"/>
    <w:rsid w:val="00970120"/>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970120"/>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3">
    <w:name w:val="_Tabulka_13"/>
    <w:basedOn w:val="Mkatabulky"/>
    <w:uiPriority w:val="99"/>
    <w:rsid w:val="00970120"/>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21.xml"/><Relationship Id="rId57"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76341"/>
    <w:rsid w:val="00081D93"/>
    <w:rsid w:val="00096418"/>
    <w:rsid w:val="000D3D0D"/>
    <w:rsid w:val="00133047"/>
    <w:rsid w:val="00154648"/>
    <w:rsid w:val="001C0C02"/>
    <w:rsid w:val="001C38F8"/>
    <w:rsid w:val="00203526"/>
    <w:rsid w:val="00205611"/>
    <w:rsid w:val="002166C2"/>
    <w:rsid w:val="0026049E"/>
    <w:rsid w:val="002A0921"/>
    <w:rsid w:val="002A5F71"/>
    <w:rsid w:val="002B54C0"/>
    <w:rsid w:val="002E6E99"/>
    <w:rsid w:val="002F2FC2"/>
    <w:rsid w:val="00300D58"/>
    <w:rsid w:val="00320C65"/>
    <w:rsid w:val="00322EAA"/>
    <w:rsid w:val="003610C9"/>
    <w:rsid w:val="00367A15"/>
    <w:rsid w:val="003A1A6A"/>
    <w:rsid w:val="003E2EA8"/>
    <w:rsid w:val="00403963"/>
    <w:rsid w:val="00427BF6"/>
    <w:rsid w:val="00450117"/>
    <w:rsid w:val="0045568F"/>
    <w:rsid w:val="00461ED9"/>
    <w:rsid w:val="0048124A"/>
    <w:rsid w:val="004A14BA"/>
    <w:rsid w:val="004A344F"/>
    <w:rsid w:val="00502386"/>
    <w:rsid w:val="00520E36"/>
    <w:rsid w:val="00523318"/>
    <w:rsid w:val="005268C5"/>
    <w:rsid w:val="00527C78"/>
    <w:rsid w:val="005726B8"/>
    <w:rsid w:val="005854B4"/>
    <w:rsid w:val="005875A1"/>
    <w:rsid w:val="005A395A"/>
    <w:rsid w:val="005B0EC8"/>
    <w:rsid w:val="005B3463"/>
    <w:rsid w:val="005B7209"/>
    <w:rsid w:val="005E08BF"/>
    <w:rsid w:val="005E7C03"/>
    <w:rsid w:val="00613B67"/>
    <w:rsid w:val="00645749"/>
    <w:rsid w:val="00666E38"/>
    <w:rsid w:val="00692968"/>
    <w:rsid w:val="006A6957"/>
    <w:rsid w:val="006B44CC"/>
    <w:rsid w:val="006C69A9"/>
    <w:rsid w:val="006D3670"/>
    <w:rsid w:val="00734ACE"/>
    <w:rsid w:val="00751409"/>
    <w:rsid w:val="00770BEB"/>
    <w:rsid w:val="007A4B05"/>
    <w:rsid w:val="007B0D3C"/>
    <w:rsid w:val="007B28BF"/>
    <w:rsid w:val="007D75CF"/>
    <w:rsid w:val="00802C2F"/>
    <w:rsid w:val="00846236"/>
    <w:rsid w:val="00867CA6"/>
    <w:rsid w:val="00897A52"/>
    <w:rsid w:val="008A7DB6"/>
    <w:rsid w:val="008C4E07"/>
    <w:rsid w:val="0092328B"/>
    <w:rsid w:val="00932FE6"/>
    <w:rsid w:val="0098531C"/>
    <w:rsid w:val="009B7826"/>
    <w:rsid w:val="00A31BE9"/>
    <w:rsid w:val="00A37422"/>
    <w:rsid w:val="00A600B9"/>
    <w:rsid w:val="00A67BE6"/>
    <w:rsid w:val="00AB4B26"/>
    <w:rsid w:val="00AE2C4A"/>
    <w:rsid w:val="00B074B3"/>
    <w:rsid w:val="00B44174"/>
    <w:rsid w:val="00B552BB"/>
    <w:rsid w:val="00B63E53"/>
    <w:rsid w:val="00B73D10"/>
    <w:rsid w:val="00B77169"/>
    <w:rsid w:val="00B860F3"/>
    <w:rsid w:val="00B91BAE"/>
    <w:rsid w:val="00B92067"/>
    <w:rsid w:val="00BB1C9D"/>
    <w:rsid w:val="00BE536A"/>
    <w:rsid w:val="00C0531A"/>
    <w:rsid w:val="00C14CDA"/>
    <w:rsid w:val="00C2217B"/>
    <w:rsid w:val="00C71F8E"/>
    <w:rsid w:val="00C83E66"/>
    <w:rsid w:val="00C9084C"/>
    <w:rsid w:val="00CE2CCC"/>
    <w:rsid w:val="00D33FD7"/>
    <w:rsid w:val="00D500BF"/>
    <w:rsid w:val="00D931F7"/>
    <w:rsid w:val="00DC3D80"/>
    <w:rsid w:val="00DC4500"/>
    <w:rsid w:val="00DC7F14"/>
    <w:rsid w:val="00E0541A"/>
    <w:rsid w:val="00E36398"/>
    <w:rsid w:val="00E53CB1"/>
    <w:rsid w:val="00E913AC"/>
    <w:rsid w:val="00EA71B2"/>
    <w:rsid w:val="00EE2EB0"/>
    <w:rsid w:val="00EF4250"/>
    <w:rsid w:val="00F3443D"/>
    <w:rsid w:val="00F9796F"/>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elements/1.1/"/>
    <ds:schemaRef ds:uri="http://schemas.microsoft.com/office/infopath/2007/PartnerControls"/>
    <ds:schemaRef ds:uri="984234ca-c373-45c2-b25d-5f673622f748"/>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customXml/itemProps4.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13</TotalTime>
  <Pages>33</Pages>
  <Words>5667</Words>
  <Characters>33442</Characters>
  <Application>Microsoft Office Word</Application>
  <DocSecurity>0</DocSecurity>
  <Lines>278</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2020-12-09T14:36:00Z</cp:lastPrinted>
  <dcterms:created xsi:type="dcterms:W3CDTF">2025-11-07T08:56:00Z</dcterms:created>
  <dcterms:modified xsi:type="dcterms:W3CDTF">2025-11-10T06:33:00Z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